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192F45E4" w:rsidR="0029533F" w:rsidRPr="00DA1614" w:rsidRDefault="009C4719" w:rsidP="001855F4">
      <w:pPr>
        <w:pStyle w:val="Pagedecouverture"/>
      </w:pPr>
      <w:bookmarkStart w:id="0" w:name="_GoBack"/>
      <w:bookmarkEnd w:id="0"/>
      <w:r>
        <w:rPr>
          <w:noProof/>
        </w:rPr>
        <w:drawing>
          <wp:inline distT="0" distB="0" distL="0" distR="0" wp14:anchorId="7DD996BE" wp14:editId="48AC686F">
            <wp:extent cx="5780405" cy="4920615"/>
            <wp:effectExtent l="0" t="0" r="0" b="0"/>
            <wp:docPr id="1" name="Billede 1" descr="FAC9D114-BC44-4691-8ECD-5BDD40ECBC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9D114-BC44-4691-8ECD-5BDD40ECBC4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1855F4">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40FAE262" w:rsidR="0060746D" w:rsidRPr="00DA1614" w:rsidRDefault="001855F4" w:rsidP="001855F4">
      <w:pPr>
        <w:pStyle w:val="Typedudocument"/>
      </w:pPr>
      <w:r w:rsidRPr="001855F4">
        <w:lastRenderedPageBreak/>
        <w:t>COMMISSION IMPLEMENTING DECISION</w:t>
      </w:r>
    </w:p>
    <w:p w14:paraId="0F259A73" w14:textId="0D333671" w:rsidR="0060746D" w:rsidRPr="00DA1614" w:rsidRDefault="001855F4" w:rsidP="001855F4">
      <w:pPr>
        <w:pStyle w:val="Datedadoption"/>
      </w:pPr>
      <w:r w:rsidRPr="001855F4">
        <w:t xml:space="preserve">of </w:t>
      </w:r>
      <w:r w:rsidRPr="001855F4">
        <w:rPr>
          <w:rStyle w:val="Marker2"/>
        </w:rPr>
        <w:t>XXX</w:t>
      </w:r>
    </w:p>
    <w:p w14:paraId="19AA8A19" w14:textId="5379D064" w:rsidR="005D1229" w:rsidRPr="008C3ECF" w:rsidRDefault="001855F4" w:rsidP="001855F4">
      <w:pPr>
        <w:pStyle w:val="Titreobjet"/>
      </w:pPr>
      <w:r w:rsidRPr="001855F4">
        <w:t>authorising the mechanical PET recycling process ’General Plastic’ in accordance with Regulation (EU) 2022/1616 on recycled plastic materials and articles intended to come into contact with foods</w:t>
      </w:r>
    </w:p>
    <w:p w14:paraId="49BD41D5" w14:textId="41D19E1B" w:rsidR="0060746D" w:rsidRPr="00DE068F" w:rsidRDefault="001855F4" w:rsidP="001855F4">
      <w:pPr>
        <w:pStyle w:val="Languesfaisantfoi"/>
      </w:pPr>
      <w:r w:rsidRPr="001855F4">
        <w:t>(Only the English text is authentic)</w:t>
      </w:r>
    </w:p>
    <w:p w14:paraId="7C935DB8" w14:textId="77777777" w:rsidR="0060746D" w:rsidRPr="00DE068F" w:rsidRDefault="0060746D" w:rsidP="0060746D">
      <w:pPr>
        <w:pStyle w:val="Institutionquiagit"/>
      </w:pPr>
      <w:r w:rsidRPr="00DE068F">
        <w:t>THE EUROPEAN COMMISSION,</w:t>
      </w:r>
    </w:p>
    <w:p w14:paraId="3C7F57C7" w14:textId="77777777" w:rsidR="0060746D" w:rsidRPr="00DE068F" w:rsidRDefault="0060746D" w:rsidP="0060746D">
      <w:r w:rsidRPr="00DE068F">
        <w:rPr>
          <w:color w:val="000000"/>
        </w:rPr>
        <w:t>Having regard to the Treaty on the Functioning of the European Union</w:t>
      </w:r>
      <w:r w:rsidRPr="00DE068F">
        <w:t>,</w:t>
      </w:r>
    </w:p>
    <w:p w14:paraId="7C57318D" w14:textId="77777777" w:rsidR="0060746D" w:rsidRPr="00DE068F" w:rsidRDefault="0060746D" w:rsidP="0060746D">
      <w:r w:rsidRPr="00DE068F">
        <w:t>Having regard to Commission Regulation (EU) 2022/1616 of 15 September 2022 on recycled plastic materials and articles intended to come into contact with foods, and repealing Regulation (EC) No 282/2008</w:t>
      </w:r>
      <w:r w:rsidRPr="00DE068F">
        <w:rPr>
          <w:rStyle w:val="Fodnotehenvisning"/>
        </w:rPr>
        <w:footnoteReference w:id="2"/>
      </w:r>
      <w:r w:rsidRPr="00DE068F">
        <w:t>, and in particular Article 19(1) thereof,</w:t>
      </w:r>
    </w:p>
    <w:p w14:paraId="3814DA45" w14:textId="77777777" w:rsidR="0060746D" w:rsidRPr="00DE068F" w:rsidRDefault="0060746D" w:rsidP="0060746D">
      <w:r w:rsidRPr="00DE068F">
        <w:t>Whereas:</w:t>
      </w:r>
    </w:p>
    <w:p w14:paraId="6C02E8A0" w14:textId="4D031B36" w:rsidR="00483FBD" w:rsidRPr="00DE068F" w:rsidRDefault="0060746D" w:rsidP="00483FBD">
      <w:pPr>
        <w:pStyle w:val="Considrant"/>
        <w:numPr>
          <w:ilvl w:val="0"/>
          <w:numId w:val="1"/>
        </w:numPr>
      </w:pPr>
      <w:r w:rsidRPr="00DE068F">
        <w:t>Regulation (EU) 2022/1616 provides that recycled plastic materials and articles can only be placed on the market if the recycled plastic therein is obtained using a manufacturing process that applies a suitable recycling technology.</w:t>
      </w:r>
      <w:r w:rsidR="00820743" w:rsidRPr="00DE068F">
        <w:t xml:space="preserve"> Post-consumer mechanical PET</w:t>
      </w:r>
      <w:r w:rsidR="007F6B9E" w:rsidRPr="00DE068F">
        <w:t xml:space="preserve"> </w:t>
      </w:r>
      <w:r w:rsidR="00820743" w:rsidRPr="00DE068F">
        <w:t>recycling</w:t>
      </w:r>
      <w:r w:rsidR="007F6B9E" w:rsidRPr="00DE068F">
        <w:t xml:space="preserve"> </w:t>
      </w:r>
      <w:r w:rsidR="00820743" w:rsidRPr="00DE068F">
        <w:t xml:space="preserve">is such a suitable technology. </w:t>
      </w:r>
      <w:r w:rsidRPr="00DE068F">
        <w:t xml:space="preserve">Recycling processes applying </w:t>
      </w:r>
      <w:r w:rsidR="000D4774" w:rsidRPr="00DE068F">
        <w:t>th</w:t>
      </w:r>
      <w:r w:rsidR="00820743" w:rsidRPr="00DE068F">
        <w:t>is</w:t>
      </w:r>
      <w:r w:rsidR="000D4774" w:rsidRPr="00DE068F">
        <w:t xml:space="preserve"> technology</w:t>
      </w:r>
      <w:r w:rsidR="00820743" w:rsidRPr="00DE068F">
        <w:t xml:space="preserve"> as</w:t>
      </w:r>
      <w:r w:rsidR="000D4774" w:rsidRPr="00DE068F">
        <w:t xml:space="preserve"> set out as </w:t>
      </w:r>
      <w:r w:rsidRPr="00DE068F">
        <w:t xml:space="preserve">technology no. 1 </w:t>
      </w:r>
      <w:r w:rsidR="000D4774" w:rsidRPr="00DE068F">
        <w:t xml:space="preserve">in the list of suitable technologies contained </w:t>
      </w:r>
      <w:r w:rsidRPr="00DE068F">
        <w:t>in Table 1 of Annex I to th</w:t>
      </w:r>
      <w:r w:rsidR="003569F1" w:rsidRPr="00DE068F">
        <w:t>at</w:t>
      </w:r>
      <w:r w:rsidRPr="00DE068F">
        <w:t xml:space="preserve"> Regulation</w:t>
      </w:r>
      <w:r w:rsidR="000D4774" w:rsidRPr="00DE068F">
        <w:t>,</w:t>
      </w:r>
      <w:r w:rsidRPr="00DE068F">
        <w:t xml:space="preserve"> require </w:t>
      </w:r>
      <w:r w:rsidR="00FC7344" w:rsidRPr="00DE068F">
        <w:t xml:space="preserve">an </w:t>
      </w:r>
      <w:r w:rsidRPr="00DE068F">
        <w:t>authorisation</w:t>
      </w:r>
      <w:r w:rsidR="00483FBD" w:rsidRPr="00DE068F">
        <w:t xml:space="preserve"> </w:t>
      </w:r>
      <w:r w:rsidR="00FA5B36" w:rsidRPr="00DE068F">
        <w:t xml:space="preserve">by the Commission </w:t>
      </w:r>
      <w:r w:rsidR="00483FBD" w:rsidRPr="00DE068F">
        <w:t xml:space="preserve">based on an application </w:t>
      </w:r>
      <w:r w:rsidR="00FA5B36" w:rsidRPr="00DE068F">
        <w:t xml:space="preserve">to be submitted </w:t>
      </w:r>
      <w:r w:rsidR="00483FBD" w:rsidRPr="00DE068F">
        <w:t>to t</w:t>
      </w:r>
      <w:r w:rsidRPr="00DE068F">
        <w:t>he European Food Safety Authority (</w:t>
      </w:r>
      <w:r w:rsidR="00E30711" w:rsidRPr="00DE068F">
        <w:t>‘</w:t>
      </w:r>
      <w:r w:rsidRPr="00DE068F">
        <w:t>the Authority</w:t>
      </w:r>
      <w:r w:rsidR="00E30711" w:rsidRPr="00DE068F">
        <w:t>’</w:t>
      </w:r>
      <w:r w:rsidRPr="00DE068F">
        <w:t>)</w:t>
      </w:r>
      <w:r w:rsidR="00483FBD" w:rsidRPr="00DE068F">
        <w:t>.</w:t>
      </w:r>
      <w:r w:rsidR="00FA5B36" w:rsidRPr="00DE068F">
        <w:t xml:space="preserve"> In accordance with Article 31(1) of Regulation (EU) 2022/1616, an application for authorisation submitted under </w:t>
      </w:r>
      <w:r w:rsidR="00250A2A" w:rsidRPr="00DE068F">
        <w:t xml:space="preserve">Commission </w:t>
      </w:r>
      <w:r w:rsidR="00FA5B36" w:rsidRPr="00DE068F">
        <w:t>Regulation (EC) No 282/2008</w:t>
      </w:r>
      <w:r w:rsidR="00250A2A" w:rsidRPr="00DE068F">
        <w:rPr>
          <w:vertAlign w:val="superscript"/>
        </w:rPr>
        <w:footnoteReference w:id="3"/>
      </w:r>
      <w:r w:rsidR="00FA5B36" w:rsidRPr="00DE068F">
        <w:t xml:space="preserve"> is to be considered equivalent to an application received in accordance with Article 17(1) of Regulation (EU) 2022/1616.</w:t>
      </w:r>
    </w:p>
    <w:p w14:paraId="4E0E98F7" w14:textId="2214F46E" w:rsidR="0060746D" w:rsidRPr="00DE068F" w:rsidRDefault="00483FBD" w:rsidP="00483FBD">
      <w:pPr>
        <w:pStyle w:val="Considrant"/>
        <w:numPr>
          <w:ilvl w:val="0"/>
          <w:numId w:val="1"/>
        </w:numPr>
      </w:pPr>
      <w:r w:rsidRPr="00DE068F">
        <w:t>The Authority</w:t>
      </w:r>
      <w:r w:rsidR="0060746D" w:rsidRPr="00DE068F">
        <w:t xml:space="preserve"> received</w:t>
      </w:r>
      <w:r w:rsidR="00B51603" w:rsidRPr="00DE068F">
        <w:t xml:space="preserve"> an</w:t>
      </w:r>
      <w:r w:rsidR="0060746D" w:rsidRPr="00DE068F">
        <w:t xml:space="preserve"> application</w:t>
      </w:r>
      <w:r w:rsidR="00B51603" w:rsidRPr="00DE068F">
        <w:t xml:space="preserve"> </w:t>
      </w:r>
      <w:r w:rsidR="0060746D" w:rsidRPr="00DE068F">
        <w:t xml:space="preserve">for </w:t>
      </w:r>
      <w:r w:rsidR="00B51603" w:rsidRPr="00DE068F">
        <w:t xml:space="preserve">the </w:t>
      </w:r>
      <w:r w:rsidR="000D4774" w:rsidRPr="00DE068F">
        <w:t xml:space="preserve">post-consumer </w:t>
      </w:r>
      <w:r w:rsidR="0060746D" w:rsidRPr="00DE068F">
        <w:t xml:space="preserve">mechanical </w:t>
      </w:r>
      <w:r w:rsidRPr="00DE068F">
        <w:t xml:space="preserve">PET </w:t>
      </w:r>
      <w:r w:rsidR="0060746D" w:rsidRPr="00DE068F">
        <w:t xml:space="preserve">recycling process </w:t>
      </w:r>
      <w:r w:rsidR="0071008B" w:rsidRPr="00DE068F">
        <w:t>‘</w:t>
      </w:r>
      <w:r w:rsidR="00FF7B44" w:rsidRPr="00DE068F">
        <w:rPr>
          <w:color w:val="000000"/>
          <w:szCs w:val="24"/>
          <w:lang w:val="en-IE"/>
        </w:rPr>
        <w:t>General Plastic</w:t>
      </w:r>
      <w:r w:rsidR="008430BB" w:rsidRPr="00DE068F">
        <w:rPr>
          <w:color w:val="000000"/>
          <w:szCs w:val="24"/>
          <w:lang w:val="en-IE"/>
        </w:rPr>
        <w:t>’</w:t>
      </w:r>
      <w:r w:rsidR="00E12695" w:rsidRPr="00DE068F" w:rsidDel="00077997">
        <w:t xml:space="preserve"> </w:t>
      </w:r>
      <w:r w:rsidR="0071008B" w:rsidRPr="00DE068F">
        <w:t>(‘</w:t>
      </w:r>
      <w:r w:rsidR="00F53847" w:rsidRPr="00DE068F">
        <w:t>the recycling process</w:t>
      </w:r>
      <w:r w:rsidR="0071008B" w:rsidRPr="00DE068F">
        <w:t xml:space="preserve">’) </w:t>
      </w:r>
      <w:r w:rsidR="0060746D" w:rsidRPr="00DE068F">
        <w:t>in accordance with Article 5 of Regulation (EC) No 282/2008</w:t>
      </w:r>
      <w:r w:rsidR="00250A2A" w:rsidRPr="00DE068F">
        <w:t>,</w:t>
      </w:r>
      <w:r w:rsidR="00610E87" w:rsidRPr="00DE068F">
        <w:t xml:space="preserve"> which received the number EFSA-Q-20</w:t>
      </w:r>
      <w:r w:rsidR="00E66E99" w:rsidRPr="00DE068F">
        <w:t>1</w:t>
      </w:r>
      <w:r w:rsidR="00E12695" w:rsidRPr="00DE068F">
        <w:t>7</w:t>
      </w:r>
      <w:r w:rsidR="00610E87" w:rsidRPr="00DE068F">
        <w:t>-</w:t>
      </w:r>
      <w:r w:rsidR="00077997" w:rsidRPr="00DE068F">
        <w:t>0</w:t>
      </w:r>
      <w:r w:rsidR="007D4B47" w:rsidRPr="00DE068F">
        <w:t>0</w:t>
      </w:r>
      <w:r w:rsidR="00FF7B44" w:rsidRPr="00DE068F">
        <w:t>83</w:t>
      </w:r>
      <w:r w:rsidR="00DE0610" w:rsidRPr="00DE068F">
        <w:t>2</w:t>
      </w:r>
      <w:r w:rsidR="00610E87" w:rsidRPr="00DE068F">
        <w:t xml:space="preserve"> (‘the application’)</w:t>
      </w:r>
      <w:r w:rsidR="0060746D" w:rsidRPr="00DE068F">
        <w:t xml:space="preserve">. </w:t>
      </w:r>
      <w:r w:rsidR="00FA5B36" w:rsidRPr="00DE068F">
        <w:t>In its</w:t>
      </w:r>
      <w:r w:rsidR="0060746D" w:rsidRPr="00DE068F">
        <w:t xml:space="preserve"> opinion on </w:t>
      </w:r>
      <w:r w:rsidR="0050276D" w:rsidRPr="00DE068F">
        <w:t xml:space="preserve">the use of </w:t>
      </w:r>
      <w:r w:rsidR="00F53847" w:rsidRPr="00DE068F">
        <w:t>the recycling process</w:t>
      </w:r>
      <w:r w:rsidR="0050276D" w:rsidRPr="00DE068F">
        <w:t xml:space="preserve"> to </w:t>
      </w:r>
      <w:r w:rsidR="0060746D" w:rsidRPr="00DE068F">
        <w:t xml:space="preserve">recycle </w:t>
      </w:r>
      <w:r w:rsidR="0050276D" w:rsidRPr="00DE068F">
        <w:t xml:space="preserve">post-consumer </w:t>
      </w:r>
      <w:r w:rsidR="0060746D" w:rsidRPr="00DE068F">
        <w:t xml:space="preserve">PET </w:t>
      </w:r>
      <w:r w:rsidR="0050276D" w:rsidRPr="00DE068F">
        <w:t xml:space="preserve">into food contact materials </w:t>
      </w:r>
      <w:r w:rsidR="00F8710F" w:rsidRPr="00DE068F">
        <w:t>(‘</w:t>
      </w:r>
      <w:r w:rsidR="005F2935" w:rsidRPr="00DE068F">
        <w:t xml:space="preserve">the </w:t>
      </w:r>
      <w:r w:rsidR="00F8710F" w:rsidRPr="00DE068F">
        <w:t>opinion’)</w:t>
      </w:r>
      <w:r w:rsidR="0060746D" w:rsidRPr="00DE068F">
        <w:rPr>
          <w:rStyle w:val="Fodnotehenvisning"/>
        </w:rPr>
        <w:footnoteReference w:id="4"/>
      </w:r>
      <w:r w:rsidR="00FA5B36" w:rsidRPr="00DE068F">
        <w:t>,</w:t>
      </w:r>
      <w:r w:rsidR="0060746D" w:rsidRPr="00DE068F">
        <w:t xml:space="preserve"> </w:t>
      </w:r>
      <w:r w:rsidR="00FA5B36" w:rsidRPr="00DE068F">
        <w:t>t</w:t>
      </w:r>
      <w:r w:rsidR="0060746D" w:rsidRPr="00DE068F">
        <w:t xml:space="preserve">he Authority concluded that the applicant </w:t>
      </w:r>
      <w:r w:rsidR="0050276D" w:rsidRPr="00DE068F">
        <w:t xml:space="preserve">had </w:t>
      </w:r>
      <w:r w:rsidR="0060746D" w:rsidRPr="00DE068F">
        <w:t xml:space="preserve">demonstrated in a challenge test that </w:t>
      </w:r>
      <w:r w:rsidR="00F53847" w:rsidRPr="00DE068F">
        <w:t>the recycling process</w:t>
      </w:r>
      <w:r w:rsidR="0060746D" w:rsidRPr="00DE068F">
        <w:t xml:space="preserve"> can reduce contamination of the plastic input to a concentration that does not give rise to a concern for a risk to human health provided that the process is operated under </w:t>
      </w:r>
      <w:r w:rsidR="0060746D" w:rsidRPr="00DE068F">
        <w:lastRenderedPageBreak/>
        <w:t xml:space="preserve">conditions at least as severe as in the challenge test </w:t>
      </w:r>
      <w:r w:rsidR="007F6B9E" w:rsidRPr="00DE068F">
        <w:t>referred to in the conclusion</w:t>
      </w:r>
      <w:r w:rsidR="005842DF" w:rsidRPr="00DE068F">
        <w:t xml:space="preserve"> and in Annex C</w:t>
      </w:r>
      <w:r w:rsidR="007F6B9E" w:rsidRPr="00DE068F">
        <w:t xml:space="preserve"> of the opinion</w:t>
      </w:r>
      <w:r w:rsidR="0060746D" w:rsidRPr="00DE068F">
        <w:t xml:space="preserve">, </w:t>
      </w:r>
      <w:r w:rsidR="00CF5960" w:rsidRPr="00DE068F">
        <w:t>when</w:t>
      </w:r>
      <w:r w:rsidR="0050276D" w:rsidRPr="00DE068F">
        <w:t xml:space="preserve"> </w:t>
      </w:r>
      <w:r w:rsidR="0060746D" w:rsidRPr="00DE068F">
        <w:t xml:space="preserve">the quality of the input, </w:t>
      </w:r>
      <w:r w:rsidR="00F53847" w:rsidRPr="00DE068F">
        <w:t>the recycling process</w:t>
      </w:r>
      <w:r w:rsidR="0060746D" w:rsidRPr="00DE068F">
        <w:t xml:space="preserve"> itself, and the use of the recycled plastic meet the restrictions described in the</w:t>
      </w:r>
      <w:r w:rsidR="00CF5960" w:rsidRPr="00DE068F">
        <w:t xml:space="preserve"> conclusion of the</w:t>
      </w:r>
      <w:r w:rsidR="0060746D" w:rsidRPr="00DE068F">
        <w:t xml:space="preserve"> opinion.</w:t>
      </w:r>
      <w:r w:rsidR="00F67CB6" w:rsidRPr="00DE068F">
        <w:t xml:space="preserve"> In </w:t>
      </w:r>
      <w:r w:rsidR="00302545" w:rsidRPr="00DE068F">
        <w:t>addition,</w:t>
      </w:r>
      <w:r w:rsidR="00F67CB6" w:rsidRPr="00DE068F">
        <w:t xml:space="preserve"> the Authority </w:t>
      </w:r>
      <w:r w:rsidR="00AA2B1D" w:rsidRPr="00DE068F">
        <w:t xml:space="preserve">considered </w:t>
      </w:r>
      <w:r w:rsidR="00F67CB6" w:rsidRPr="00DE068F">
        <w:t xml:space="preserve">that the </w:t>
      </w:r>
      <w:r w:rsidR="00EC0ECC" w:rsidRPr="00DE068F">
        <w:t xml:space="preserve">recycling </w:t>
      </w:r>
      <w:r w:rsidR="00F67CB6" w:rsidRPr="00DE068F">
        <w:t xml:space="preserve">process prevents contamination </w:t>
      </w:r>
      <w:r w:rsidR="002148D5" w:rsidRPr="00DE068F">
        <w:t xml:space="preserve">of the recycled plastic </w:t>
      </w:r>
      <w:r w:rsidR="00F67CB6" w:rsidRPr="00DE068F">
        <w:t>by microorganisms.</w:t>
      </w:r>
    </w:p>
    <w:p w14:paraId="118B04E7" w14:textId="780AED42" w:rsidR="007B078B" w:rsidRPr="00DE068F" w:rsidRDefault="00DA69C8" w:rsidP="00E01254">
      <w:pPr>
        <w:pStyle w:val="Considrant"/>
        <w:rPr>
          <w:i/>
          <w:iCs/>
        </w:rPr>
      </w:pPr>
      <w:r w:rsidRPr="00DE068F">
        <w:t>I</w:t>
      </w:r>
      <w:r w:rsidR="00B7454D" w:rsidRPr="00DE068F">
        <w:t xml:space="preserve">n light of </w:t>
      </w:r>
      <w:r w:rsidR="003B2205" w:rsidRPr="00DE068F">
        <w:t xml:space="preserve">the </w:t>
      </w:r>
      <w:r w:rsidR="002148D5" w:rsidRPr="00DE068F">
        <w:t>c</w:t>
      </w:r>
      <w:r w:rsidR="003B2205" w:rsidRPr="00DE068F">
        <w:t xml:space="preserve">onclusion of the Authority, </w:t>
      </w:r>
      <w:r w:rsidRPr="00DE068F">
        <w:t xml:space="preserve">it should be considered that </w:t>
      </w:r>
      <w:r w:rsidR="003B2205" w:rsidRPr="00DE068F">
        <w:t xml:space="preserve">the recycling process can </w:t>
      </w:r>
      <w:r w:rsidR="007B078B" w:rsidRPr="00DE068F">
        <w:t>manufacture</w:t>
      </w:r>
      <w:r w:rsidR="003B2205" w:rsidRPr="00DE068F">
        <w:t xml:space="preserve"> recycled </w:t>
      </w:r>
      <w:r w:rsidR="007B078B" w:rsidRPr="00DE068F">
        <w:t xml:space="preserve">PET that meets </w:t>
      </w:r>
      <w:r w:rsidR="006675E8" w:rsidRPr="00DE068F">
        <w:t xml:space="preserve">the general requirements provided for in </w:t>
      </w:r>
      <w:r w:rsidR="007B078B" w:rsidRPr="00DE068F">
        <w:t>Article 3 of Regulation (EC) No 1935/2004 of the European Parliament and of the Council</w:t>
      </w:r>
      <w:r w:rsidR="007B078B" w:rsidRPr="00DE068F">
        <w:rPr>
          <w:rStyle w:val="Fodnotehenvisning"/>
        </w:rPr>
        <w:footnoteReference w:id="5"/>
      </w:r>
      <w:r w:rsidR="003B2205" w:rsidRPr="00DE068F">
        <w:t xml:space="preserve">, and that </w:t>
      </w:r>
      <w:r w:rsidR="007B078B" w:rsidRPr="00DE068F">
        <w:t>is</w:t>
      </w:r>
      <w:r w:rsidR="003B2205" w:rsidRPr="00DE068F">
        <w:t xml:space="preserve"> microbiologically safe</w:t>
      </w:r>
      <w:r w:rsidR="00CA658A" w:rsidRPr="00DE068F">
        <w:t>, provided th</w:t>
      </w:r>
      <w:r w:rsidR="00417F31" w:rsidRPr="00DE068F">
        <w:t>at</w:t>
      </w:r>
      <w:r w:rsidR="00CA658A" w:rsidRPr="00DE068F">
        <w:t xml:space="preserve"> </w:t>
      </w:r>
      <w:r w:rsidR="00417F31" w:rsidRPr="00DE068F">
        <w:t xml:space="preserve">the </w:t>
      </w:r>
      <w:r w:rsidR="00CF5960" w:rsidRPr="00DE068F">
        <w:t xml:space="preserve">conditions and </w:t>
      </w:r>
      <w:r w:rsidR="00CA658A" w:rsidRPr="00DE068F">
        <w:t>restrictions</w:t>
      </w:r>
      <w:r w:rsidR="00417F31" w:rsidRPr="00DE068F">
        <w:t xml:space="preserve"> described in the opinion </w:t>
      </w:r>
      <w:r w:rsidR="00CA658A" w:rsidRPr="00DE068F">
        <w:t xml:space="preserve">are met. </w:t>
      </w:r>
    </w:p>
    <w:p w14:paraId="53DB5207" w14:textId="45C1CF59" w:rsidR="005F44CF" w:rsidRPr="00DE068F" w:rsidRDefault="00E27ED1" w:rsidP="0060746D">
      <w:pPr>
        <w:pStyle w:val="Considrant"/>
      </w:pPr>
      <w:r w:rsidRPr="00DE068F">
        <w:t>Certain</w:t>
      </w:r>
      <w:r w:rsidR="00EB7F6B" w:rsidRPr="00DE068F">
        <w:t xml:space="preserve"> restrictions </w:t>
      </w:r>
      <w:r w:rsidR="00417F31" w:rsidRPr="00DE068F">
        <w:t xml:space="preserve">are relevant </w:t>
      </w:r>
      <w:r w:rsidR="00EB7F6B" w:rsidRPr="00DE068F">
        <w:t xml:space="preserve">to all </w:t>
      </w:r>
      <w:r w:rsidR="00572813" w:rsidRPr="00DE068F">
        <w:t xml:space="preserve">post-consumer </w:t>
      </w:r>
      <w:r w:rsidR="00EB7F6B" w:rsidRPr="00DE068F">
        <w:t xml:space="preserve">mechanical PET recycling processes that the Authority </w:t>
      </w:r>
      <w:r w:rsidR="00572813" w:rsidRPr="00DE068F">
        <w:t xml:space="preserve">has </w:t>
      </w:r>
      <w:r w:rsidR="00417F31" w:rsidRPr="00DE068F">
        <w:t xml:space="preserve">already </w:t>
      </w:r>
      <w:r w:rsidR="00FE2BF4" w:rsidRPr="00DE068F">
        <w:t>evaluated</w:t>
      </w:r>
      <w:r w:rsidR="00572813" w:rsidRPr="00DE068F">
        <w:t xml:space="preserve"> and </w:t>
      </w:r>
      <w:r w:rsidR="00EB7F6B" w:rsidRPr="00DE068F">
        <w:t xml:space="preserve">have been </w:t>
      </w:r>
      <w:r w:rsidR="00572813" w:rsidRPr="00DE068F">
        <w:t xml:space="preserve">laid down in </w:t>
      </w:r>
      <w:r w:rsidR="00EB7F6B" w:rsidRPr="00DE068F">
        <w:t xml:space="preserve">Regulation (EU) 2022/1616, </w:t>
      </w:r>
      <w:r w:rsidR="00572813" w:rsidRPr="00DE068F">
        <w:t xml:space="preserve">in particular </w:t>
      </w:r>
      <w:r w:rsidR="00CA658A" w:rsidRPr="00DE068F">
        <w:t xml:space="preserve">in </w:t>
      </w:r>
      <w:r w:rsidR="00AD502E" w:rsidRPr="00DE068F">
        <w:t xml:space="preserve">its </w:t>
      </w:r>
      <w:r w:rsidR="00CA658A" w:rsidRPr="00DE068F">
        <w:t>Article</w:t>
      </w:r>
      <w:r w:rsidR="00572813" w:rsidRPr="00DE068F">
        <w:t>s</w:t>
      </w:r>
      <w:r w:rsidR="00CA658A" w:rsidRPr="00DE068F">
        <w:t xml:space="preserve"> 6, 7 and 8</w:t>
      </w:r>
      <w:r w:rsidR="004D48C8" w:rsidRPr="00DE068F">
        <w:t xml:space="preserve">, </w:t>
      </w:r>
      <w:r w:rsidR="00CA658A" w:rsidRPr="00DE068F">
        <w:t xml:space="preserve">as well as in </w:t>
      </w:r>
      <w:r w:rsidR="00572813" w:rsidRPr="00DE068F">
        <w:t>c</w:t>
      </w:r>
      <w:r w:rsidR="00CA658A" w:rsidRPr="00DE068F">
        <w:t>olumn</w:t>
      </w:r>
      <w:r w:rsidR="00572813" w:rsidRPr="00DE068F">
        <w:t>s</w:t>
      </w:r>
      <w:r w:rsidR="00CA658A" w:rsidRPr="00DE068F">
        <w:t xml:space="preserve"> 3</w:t>
      </w:r>
      <w:r w:rsidR="00572813" w:rsidRPr="00DE068F">
        <w:t xml:space="preserve"> to </w:t>
      </w:r>
      <w:r w:rsidR="00CA658A" w:rsidRPr="00DE068F">
        <w:t xml:space="preserve">6 </w:t>
      </w:r>
      <w:r w:rsidR="00572813" w:rsidRPr="00DE068F">
        <w:t xml:space="preserve">of </w:t>
      </w:r>
      <w:r w:rsidR="00CA658A" w:rsidRPr="00DE068F">
        <w:t xml:space="preserve">row 1 of </w:t>
      </w:r>
      <w:r w:rsidR="008345F1" w:rsidRPr="00DE068F">
        <w:t xml:space="preserve">Table </w:t>
      </w:r>
      <w:r w:rsidR="00CA658A" w:rsidRPr="00DE068F">
        <w:t xml:space="preserve">1 of Annex I </w:t>
      </w:r>
      <w:r w:rsidR="004D48C8" w:rsidRPr="00DE068F">
        <w:t>thereto</w:t>
      </w:r>
      <w:r w:rsidR="00EB7F6B" w:rsidRPr="00DE068F">
        <w:t>.</w:t>
      </w:r>
      <w:r w:rsidR="00CA658A" w:rsidRPr="00DE068F">
        <w:t xml:space="preserve"> </w:t>
      </w:r>
      <w:r w:rsidR="0011254F" w:rsidRPr="00DE068F">
        <w:t>Tak</w:t>
      </w:r>
      <w:r w:rsidR="003F233D" w:rsidRPr="00DE068F">
        <w:t xml:space="preserve">ing </w:t>
      </w:r>
      <w:r w:rsidR="0011254F" w:rsidRPr="00DE068F">
        <w:t xml:space="preserve">into account </w:t>
      </w:r>
      <w:r w:rsidR="00CD54FC" w:rsidRPr="00DE068F">
        <w:t xml:space="preserve">the assurances resulting from </w:t>
      </w:r>
      <w:r w:rsidR="00013E92" w:rsidRPr="00DE068F">
        <w:t>th</w:t>
      </w:r>
      <w:r w:rsidR="00CD54FC" w:rsidRPr="00DE068F">
        <w:t>o</w:t>
      </w:r>
      <w:r w:rsidR="003F233D" w:rsidRPr="00DE068F">
        <w:t>s</w:t>
      </w:r>
      <w:r w:rsidR="00013E92" w:rsidRPr="00DE068F">
        <w:t xml:space="preserve">e </w:t>
      </w:r>
      <w:r w:rsidR="0011254F" w:rsidRPr="00DE068F">
        <w:t>restrictions</w:t>
      </w:r>
      <w:r w:rsidR="00CD54FC" w:rsidRPr="00DE068F">
        <w:t>,</w:t>
      </w:r>
      <w:r w:rsidR="003F233D" w:rsidRPr="00DE068F">
        <w:t xml:space="preserve"> </w:t>
      </w:r>
      <w:r w:rsidR="0038773F" w:rsidRPr="00DE068F">
        <w:t xml:space="preserve">which entered into force </w:t>
      </w:r>
      <w:r w:rsidR="003F233D" w:rsidRPr="00DE068F">
        <w:t>after the submission of the application</w:t>
      </w:r>
      <w:r w:rsidR="0011254F" w:rsidRPr="00DE068F">
        <w:t xml:space="preserve">, </w:t>
      </w:r>
      <w:r w:rsidR="006F613D" w:rsidRPr="00DE068F">
        <w:t xml:space="preserve">it is appropriate to allow </w:t>
      </w:r>
      <w:r w:rsidR="003F233D" w:rsidRPr="00DE068F">
        <w:t xml:space="preserve">the pre-processing </w:t>
      </w:r>
      <w:r w:rsidR="00013E92" w:rsidRPr="00DE068F">
        <w:t>operat</w:t>
      </w:r>
      <w:r w:rsidR="003F233D" w:rsidRPr="00DE068F">
        <w:t xml:space="preserve">ions and the post-processing </w:t>
      </w:r>
      <w:r w:rsidR="006F613D" w:rsidRPr="00DE068F">
        <w:t xml:space="preserve">to </w:t>
      </w:r>
      <w:r w:rsidR="00013E92" w:rsidRPr="00DE068F">
        <w:t xml:space="preserve">depart from the description </w:t>
      </w:r>
      <w:r w:rsidR="003F233D" w:rsidRPr="00DE068F">
        <w:t xml:space="preserve">made in </w:t>
      </w:r>
      <w:r w:rsidR="00013E92" w:rsidRPr="00DE068F">
        <w:t>the application</w:t>
      </w:r>
      <w:r w:rsidR="00EF782A" w:rsidRPr="00DE068F">
        <w:t xml:space="preserve">. </w:t>
      </w:r>
      <w:r w:rsidR="003C2E0A" w:rsidRPr="00DE068F">
        <w:t xml:space="preserve">However, </w:t>
      </w:r>
      <w:r w:rsidR="008E2E67" w:rsidRPr="00DE068F">
        <w:t xml:space="preserve">other </w:t>
      </w:r>
      <w:r w:rsidR="00D42F74" w:rsidRPr="00DE068F">
        <w:t>restrictions described</w:t>
      </w:r>
      <w:r w:rsidR="008E2E67" w:rsidRPr="00DE068F">
        <w:t xml:space="preserve"> in </w:t>
      </w:r>
      <w:r w:rsidR="0060746D" w:rsidRPr="00DE068F">
        <w:t>the opinion</w:t>
      </w:r>
      <w:r w:rsidR="008E2E67" w:rsidRPr="00DE068F">
        <w:t xml:space="preserve"> </w:t>
      </w:r>
      <w:r w:rsidR="00583179" w:rsidRPr="00DE068F">
        <w:t xml:space="preserve">have not been </w:t>
      </w:r>
      <w:r w:rsidR="008E2E67" w:rsidRPr="00DE068F">
        <w:t>laid down in Regulation (EU) 2022/1616</w:t>
      </w:r>
      <w:r w:rsidR="00B723D3" w:rsidRPr="00DE068F">
        <w:t>,</w:t>
      </w:r>
      <w:r w:rsidR="0060746D" w:rsidRPr="00DE068F">
        <w:t xml:space="preserve"> </w:t>
      </w:r>
      <w:r w:rsidR="008E2E67" w:rsidRPr="00DE068F">
        <w:t xml:space="preserve">such as </w:t>
      </w:r>
      <w:r w:rsidR="00E07F87">
        <w:t xml:space="preserve">the restriction </w:t>
      </w:r>
      <w:r w:rsidR="00FE2BF4" w:rsidRPr="00DE068F">
        <w:t xml:space="preserve">that the </w:t>
      </w:r>
      <w:r w:rsidR="00F807EB" w:rsidRPr="00DE068F">
        <w:t>operating</w:t>
      </w:r>
      <w:r w:rsidR="003B7802" w:rsidRPr="00DE068F">
        <w:t xml:space="preserve"> conditions</w:t>
      </w:r>
      <w:r w:rsidR="00F807EB" w:rsidRPr="00DE068F">
        <w:t xml:space="preserve"> </w:t>
      </w:r>
      <w:r w:rsidR="003B7802" w:rsidRPr="00DE068F">
        <w:t>applied</w:t>
      </w:r>
      <w:r w:rsidR="00FE2BF4" w:rsidRPr="00DE068F">
        <w:t xml:space="preserve"> in the </w:t>
      </w:r>
      <w:r w:rsidR="0060746D" w:rsidRPr="00DE068F">
        <w:t>installation</w:t>
      </w:r>
      <w:r w:rsidR="008E2E67" w:rsidRPr="00DE068F">
        <w:t>s</w:t>
      </w:r>
      <w:r w:rsidR="0060746D" w:rsidRPr="00DE068F">
        <w:t xml:space="preserve"> </w:t>
      </w:r>
      <w:r w:rsidR="00664F7E" w:rsidRPr="00DE068F">
        <w:t>using</w:t>
      </w:r>
      <w:r w:rsidR="0060746D" w:rsidRPr="00DE068F">
        <w:t xml:space="preserve"> the </w:t>
      </w:r>
      <w:r w:rsidR="00E07F87">
        <w:t xml:space="preserve">recycling </w:t>
      </w:r>
      <w:r w:rsidR="0060746D" w:rsidRPr="00DE068F">
        <w:t xml:space="preserve">process </w:t>
      </w:r>
      <w:r w:rsidR="003B7802" w:rsidRPr="00DE068F">
        <w:t xml:space="preserve">must be replicated </w:t>
      </w:r>
      <w:r w:rsidR="00FE2BF4" w:rsidRPr="00DE068F">
        <w:t xml:space="preserve">to a degree </w:t>
      </w:r>
      <w:r w:rsidR="0060746D" w:rsidRPr="00DE068F">
        <w:t>at least as severe as th</w:t>
      </w:r>
      <w:r w:rsidR="004D48C8" w:rsidRPr="00DE068F">
        <w:t xml:space="preserve">e conditions </w:t>
      </w:r>
      <w:r w:rsidR="0060746D" w:rsidRPr="00DE068F">
        <w:t>achieved in the challenge test</w:t>
      </w:r>
      <w:r w:rsidR="00FE2BF4" w:rsidRPr="00DE068F">
        <w:t xml:space="preserve"> that the Authority considered for its evaluation</w:t>
      </w:r>
      <w:r w:rsidR="003C2E0A" w:rsidRPr="00DE068F">
        <w:t>, a</w:t>
      </w:r>
      <w:r w:rsidR="00FE2BF4" w:rsidRPr="00DE068F">
        <w:t>s well as</w:t>
      </w:r>
      <w:r w:rsidR="003C2E0A" w:rsidRPr="00DE068F">
        <w:t xml:space="preserve"> </w:t>
      </w:r>
      <w:r w:rsidR="0045131A" w:rsidRPr="00DE068F">
        <w:t xml:space="preserve">some </w:t>
      </w:r>
      <w:r w:rsidR="002C757C" w:rsidRPr="00DE068F">
        <w:t xml:space="preserve">further </w:t>
      </w:r>
      <w:r w:rsidR="003C2E0A" w:rsidRPr="00DE068F">
        <w:t>restrict</w:t>
      </w:r>
      <w:r w:rsidR="0045131A" w:rsidRPr="00DE068F">
        <w:t>ion</w:t>
      </w:r>
      <w:r w:rsidR="003C2E0A" w:rsidRPr="00DE068F">
        <w:t xml:space="preserve">s </w:t>
      </w:r>
      <w:r w:rsidR="0045131A" w:rsidRPr="00DE068F">
        <w:t xml:space="preserve">concerning </w:t>
      </w:r>
      <w:r w:rsidR="003C2E0A" w:rsidRPr="00DE068F">
        <w:t xml:space="preserve">the use of the </w:t>
      </w:r>
      <w:r w:rsidR="009E63F7" w:rsidRPr="00DE068F">
        <w:t>manufactured recycled plastic</w:t>
      </w:r>
      <w:r w:rsidR="00F807EB" w:rsidRPr="00DE068F">
        <w:t xml:space="preserve"> which are based on the extent of the decontamination that the Authority considered necessary</w:t>
      </w:r>
      <w:r w:rsidR="003B7802" w:rsidRPr="00DE068F">
        <w:t xml:space="preserve"> for that use</w:t>
      </w:r>
      <w:r w:rsidR="009E63F7" w:rsidRPr="00DE068F">
        <w:t>.</w:t>
      </w:r>
      <w:r w:rsidR="009E63F7" w:rsidRPr="00DE068F">
        <w:rPr>
          <w:i/>
          <w:iCs/>
        </w:rPr>
        <w:t xml:space="preserve"> </w:t>
      </w:r>
      <w:r w:rsidR="005842DF" w:rsidRPr="00DE068F">
        <w:t xml:space="preserve">As it has only been shown that the </w:t>
      </w:r>
      <w:r w:rsidR="00E07F87">
        <w:t xml:space="preserve">recycling </w:t>
      </w:r>
      <w:r w:rsidR="005842DF" w:rsidRPr="00DE068F">
        <w:t xml:space="preserve">process is capable of manufacturing recycled plastic that </w:t>
      </w:r>
      <w:r w:rsidR="00F05549" w:rsidRPr="00DE068F">
        <w:t xml:space="preserve">does not pose </w:t>
      </w:r>
      <w:r w:rsidR="005842DF" w:rsidRPr="00DE068F">
        <w:t xml:space="preserve">a risk to human health </w:t>
      </w:r>
      <w:r w:rsidR="00AD19FA" w:rsidRPr="00DE068F">
        <w:t>whe</w:t>
      </w:r>
      <w:r w:rsidR="00C80DDF" w:rsidRPr="00DE068F">
        <w:t>re</w:t>
      </w:r>
      <w:r w:rsidR="005842DF" w:rsidRPr="00DE068F">
        <w:t xml:space="preserve"> those restrictions are met, </w:t>
      </w:r>
      <w:r w:rsidR="00F05549" w:rsidRPr="00DE068F">
        <w:t xml:space="preserve">it is appropriate to </w:t>
      </w:r>
      <w:r w:rsidR="00C80DDF" w:rsidRPr="00DE068F">
        <w:t>provide for such</w:t>
      </w:r>
      <w:r w:rsidR="00F05549" w:rsidRPr="00DE068F">
        <w:t xml:space="preserve"> restrictions</w:t>
      </w:r>
      <w:r w:rsidR="008430BB" w:rsidRPr="00DE068F">
        <w:t>.</w:t>
      </w:r>
      <w:r w:rsidR="00EC0ECC" w:rsidRPr="00DE068F">
        <w:t xml:space="preserve"> </w:t>
      </w:r>
      <w:r w:rsidR="002C757C" w:rsidRPr="00DE068F">
        <w:t xml:space="preserve">In addition, </w:t>
      </w:r>
      <w:r w:rsidR="006A229F" w:rsidRPr="00DE068F">
        <w:t xml:space="preserve">in order to ensure that converters and users are informed of the </w:t>
      </w:r>
      <w:r w:rsidR="003B7802" w:rsidRPr="00DE068F">
        <w:t>restrictions on the use</w:t>
      </w:r>
      <w:r w:rsidR="002C757C" w:rsidRPr="00DE068F">
        <w:t xml:space="preserve"> of the recycled plastic manufactured with </w:t>
      </w:r>
      <w:r w:rsidR="00F53847" w:rsidRPr="00DE068F">
        <w:t>the recycling process</w:t>
      </w:r>
      <w:r w:rsidR="006A229F" w:rsidRPr="00DE068F">
        <w:t xml:space="preserve">, it is necessary to require that those restrictions </w:t>
      </w:r>
      <w:r w:rsidR="00D12882" w:rsidRPr="00DE068F">
        <w:t xml:space="preserve">are </w:t>
      </w:r>
      <w:r w:rsidR="002C757C" w:rsidRPr="00DE068F">
        <w:t>communicated to</w:t>
      </w:r>
      <w:r w:rsidR="006A229F" w:rsidRPr="00DE068F">
        <w:t xml:space="preserve"> them</w:t>
      </w:r>
      <w:r w:rsidR="002C757C" w:rsidRPr="00DE068F">
        <w:t>.</w:t>
      </w:r>
    </w:p>
    <w:p w14:paraId="4EE602A6" w14:textId="5CB1B068" w:rsidR="00583179" w:rsidRPr="00DE068F" w:rsidRDefault="00583179" w:rsidP="0060746D">
      <w:pPr>
        <w:pStyle w:val="Considrant"/>
      </w:pPr>
      <w:r w:rsidRPr="00DE068F">
        <w:t xml:space="preserve">Therefore, it is appropriate to grant the authorisation of </w:t>
      </w:r>
      <w:r w:rsidR="00F53847" w:rsidRPr="00DE068F">
        <w:t>the recycling process</w:t>
      </w:r>
      <w:r w:rsidRPr="00DE068F">
        <w:t xml:space="preserve"> subject to </w:t>
      </w:r>
      <w:r w:rsidR="00250A2A" w:rsidRPr="00DE068F">
        <w:t xml:space="preserve">certain </w:t>
      </w:r>
      <w:r w:rsidRPr="00DE068F">
        <w:t>restrictions and specifications.</w:t>
      </w:r>
    </w:p>
    <w:p w14:paraId="2EB87B8C" w14:textId="3B743E76" w:rsidR="0060746D" w:rsidRPr="00DE068F" w:rsidRDefault="0060746D" w:rsidP="0060746D">
      <w:pPr>
        <w:pStyle w:val="Considrant"/>
      </w:pPr>
      <w:r w:rsidRPr="00DE068F">
        <w:t xml:space="preserve">The measures provided for in this </w:t>
      </w:r>
      <w:r w:rsidR="00E07F87">
        <w:t>D</w:t>
      </w:r>
      <w:r w:rsidR="00E07F87" w:rsidRPr="00DE068F">
        <w:t xml:space="preserve">ecision </w:t>
      </w:r>
      <w:r w:rsidRPr="00DE068F">
        <w:t>are in accordance with the opinion of the Standing Committee on Plants, Animals, Food and Feed,</w:t>
      </w:r>
    </w:p>
    <w:p w14:paraId="76686892" w14:textId="77777777" w:rsidR="0060746D" w:rsidRPr="00DE068F" w:rsidRDefault="0060746D" w:rsidP="0060746D">
      <w:pPr>
        <w:pStyle w:val="Formuledadoption"/>
      </w:pPr>
      <w:r w:rsidRPr="00DE068F">
        <w:t xml:space="preserve">HAS ADOPTED THIS DECISION: </w:t>
      </w:r>
    </w:p>
    <w:p w14:paraId="317CB1ED" w14:textId="53E85F4C" w:rsidR="0060746D" w:rsidRPr="00916649" w:rsidRDefault="0060746D" w:rsidP="00916649">
      <w:pPr>
        <w:pStyle w:val="Titrearticle"/>
      </w:pPr>
      <w:r w:rsidRPr="00DE068F">
        <w:t>Article 1</w:t>
      </w:r>
      <w:r w:rsidR="00916649">
        <w:br/>
      </w:r>
      <w:r w:rsidR="00970DB4" w:rsidRPr="00DE068F">
        <w:t xml:space="preserve">Recycling </w:t>
      </w:r>
      <w:r w:rsidR="00B65F63" w:rsidRPr="00DE068F">
        <w:t>process</w:t>
      </w:r>
      <w:r w:rsidR="00F5464D" w:rsidRPr="00DE068F">
        <w:t xml:space="preserve"> </w:t>
      </w:r>
    </w:p>
    <w:p w14:paraId="6947785E" w14:textId="14225044" w:rsidR="0060746D" w:rsidRPr="00DE068F" w:rsidRDefault="004D48C8" w:rsidP="00916649">
      <w:pPr>
        <w:rPr>
          <w:lang w:val="en-IE"/>
        </w:rPr>
      </w:pPr>
      <w:r w:rsidRPr="00DE068F">
        <w:t>The r</w:t>
      </w:r>
      <w:r w:rsidR="002C6D69" w:rsidRPr="00DE068F">
        <w:t>ecycling process</w:t>
      </w:r>
      <w:r w:rsidRPr="00DE068F">
        <w:t xml:space="preserve"> </w:t>
      </w:r>
      <w:r w:rsidR="002C6D69" w:rsidRPr="00DE068F">
        <w:t>is assigned t</w:t>
      </w:r>
      <w:r w:rsidR="0060746D" w:rsidRPr="00DE068F">
        <w:t xml:space="preserve">he recycling authorisation number </w:t>
      </w:r>
      <w:r w:rsidR="00414E3D" w:rsidRPr="00DE068F">
        <w:t xml:space="preserve">(‘RAN’) </w:t>
      </w:r>
      <w:r w:rsidR="00AA3540" w:rsidRPr="00DE068F">
        <w:t>SK0-2FL-1AG</w:t>
      </w:r>
      <w:r w:rsidR="0060746D" w:rsidRPr="00DE068F">
        <w:t>.</w:t>
      </w:r>
    </w:p>
    <w:p w14:paraId="33ADE1B2" w14:textId="33069173" w:rsidR="00E66FCA" w:rsidRPr="009B3DBA" w:rsidRDefault="00684CE5" w:rsidP="009B3DBA">
      <w:r w:rsidRPr="00DE068F">
        <w:t xml:space="preserve">The </w:t>
      </w:r>
      <w:r w:rsidR="005631B4" w:rsidRPr="00DE068F">
        <w:t xml:space="preserve">name of the </w:t>
      </w:r>
      <w:r w:rsidRPr="00DE068F">
        <w:t>recycling process shall be</w:t>
      </w:r>
      <w:r w:rsidR="00970DB4" w:rsidRPr="00DE068F">
        <w:t xml:space="preserve"> ‘</w:t>
      </w:r>
      <w:r w:rsidR="00FF7B44" w:rsidRPr="00DE068F">
        <w:rPr>
          <w:color w:val="000000"/>
          <w:szCs w:val="24"/>
          <w:lang w:val="en-IE"/>
        </w:rPr>
        <w:t>General Plastic</w:t>
      </w:r>
      <w:r w:rsidR="008430BB" w:rsidRPr="00DE068F">
        <w:rPr>
          <w:color w:val="000000"/>
          <w:szCs w:val="24"/>
          <w:lang w:val="en-IE"/>
        </w:rPr>
        <w:t>’.</w:t>
      </w:r>
      <w:r w:rsidR="00E12695" w:rsidRPr="00DE068F" w:rsidDel="006072C8">
        <w:t xml:space="preserve"> </w:t>
      </w:r>
    </w:p>
    <w:p w14:paraId="3B5A837D" w14:textId="7B3B750E" w:rsidR="00970DB4" w:rsidRPr="00DE068F" w:rsidRDefault="00970DB4" w:rsidP="00916649">
      <w:pPr>
        <w:pStyle w:val="Titrearticle"/>
      </w:pPr>
      <w:r w:rsidRPr="00DE068F">
        <w:lastRenderedPageBreak/>
        <w:t>Article 2</w:t>
      </w:r>
      <w:r w:rsidR="00916649">
        <w:br/>
      </w:r>
      <w:r w:rsidRPr="00DE068F">
        <w:t>Authorisation</w:t>
      </w:r>
      <w:r w:rsidR="00981049" w:rsidRPr="00DE068F">
        <w:t xml:space="preserve"> of the recycling process</w:t>
      </w:r>
    </w:p>
    <w:p w14:paraId="60B0268D" w14:textId="443515C6" w:rsidR="00DA1614" w:rsidRPr="00DE068F" w:rsidRDefault="00E07F87" w:rsidP="009B3DBA">
      <w:pPr>
        <w:pStyle w:val="NumPar1"/>
      </w:pPr>
      <w:r>
        <w:t>The r</w:t>
      </w:r>
      <w:r w:rsidR="00970DB4" w:rsidRPr="00DE068F">
        <w:t>ecycling process ‘</w:t>
      </w:r>
      <w:r w:rsidR="00FF7B44" w:rsidRPr="00DE068F">
        <w:rPr>
          <w:color w:val="000000"/>
          <w:szCs w:val="24"/>
          <w:lang w:val="en-IE"/>
        </w:rPr>
        <w:t>General Plastic</w:t>
      </w:r>
      <w:r w:rsidR="008430BB" w:rsidRPr="00DE068F">
        <w:rPr>
          <w:color w:val="000000"/>
          <w:szCs w:val="24"/>
          <w:lang w:val="en-IE"/>
        </w:rPr>
        <w:t>’</w:t>
      </w:r>
      <w:r w:rsidR="00E12695" w:rsidRPr="00DE068F" w:rsidDel="006072C8">
        <w:t xml:space="preserve"> </w:t>
      </w:r>
      <w:r w:rsidR="00970DB4" w:rsidRPr="00DE068F">
        <w:t xml:space="preserve">is authorised for the manufacturing of </w:t>
      </w:r>
      <w:r w:rsidR="00AF34AD" w:rsidRPr="00DE068F">
        <w:t xml:space="preserve">recycled plastic using the </w:t>
      </w:r>
      <w:r w:rsidR="00F5464D" w:rsidRPr="00DE068F">
        <w:t>‘post</w:t>
      </w:r>
      <w:r w:rsidR="00AF34AD" w:rsidRPr="00DE068F">
        <w:t>-</w:t>
      </w:r>
      <w:r w:rsidR="00F5464D" w:rsidRPr="00DE068F">
        <w:t>consumer mechanical PET</w:t>
      </w:r>
      <w:r w:rsidR="00AF34AD" w:rsidRPr="00DE068F">
        <w:t xml:space="preserve"> recycling’ technology listed in point 1 of </w:t>
      </w:r>
      <w:r w:rsidR="000B4F10" w:rsidRPr="00DE068F">
        <w:t>T</w:t>
      </w:r>
      <w:r w:rsidR="00AF34AD" w:rsidRPr="00DE068F">
        <w:t xml:space="preserve">able 1 of Annex I to Regulation </w:t>
      </w:r>
      <w:r w:rsidR="00250A2A" w:rsidRPr="00DE068F">
        <w:t xml:space="preserve">(EU) </w:t>
      </w:r>
      <w:r w:rsidR="00AF34AD" w:rsidRPr="00DE068F">
        <w:t>2022/1616</w:t>
      </w:r>
      <w:r w:rsidR="00890AF0" w:rsidRPr="00DE068F">
        <w:rPr>
          <w:i/>
          <w:iCs/>
        </w:rPr>
        <w:t xml:space="preserve"> </w:t>
      </w:r>
      <w:r w:rsidR="00AF34AD" w:rsidRPr="00DE068F">
        <w:t>in accordance with the conditions set out in this Decision</w:t>
      </w:r>
      <w:r w:rsidR="00D42F74" w:rsidRPr="00DE068F">
        <w:t>.</w:t>
      </w:r>
    </w:p>
    <w:p w14:paraId="410C1214" w14:textId="7C4113A6" w:rsidR="004654E5" w:rsidRPr="00DE068F" w:rsidRDefault="004654E5" w:rsidP="009B3DBA">
      <w:pPr>
        <w:pStyle w:val="NumPar1"/>
      </w:pPr>
      <w:r w:rsidRPr="00DE068F">
        <w:t xml:space="preserve">The authorisation holder of </w:t>
      </w:r>
      <w:r w:rsidR="00E07F87">
        <w:t>the r</w:t>
      </w:r>
      <w:r w:rsidRPr="00DE068F">
        <w:t>ecycling process ‘</w:t>
      </w:r>
      <w:r w:rsidR="00FF7B44" w:rsidRPr="00DE068F">
        <w:rPr>
          <w:color w:val="000000"/>
          <w:szCs w:val="24"/>
          <w:lang w:val="en-IE"/>
        </w:rPr>
        <w:t>General Plastic</w:t>
      </w:r>
      <w:r w:rsidR="001267FA">
        <w:rPr>
          <w:color w:val="000000"/>
          <w:szCs w:val="24"/>
          <w:lang w:val="en-IE"/>
        </w:rPr>
        <w:t>’</w:t>
      </w:r>
      <w:r w:rsidR="00E12695" w:rsidRPr="00DE068F" w:rsidDel="006072C8">
        <w:t xml:space="preserve"> </w:t>
      </w:r>
      <w:r w:rsidRPr="00DE068F">
        <w:t xml:space="preserve">shall be </w:t>
      </w:r>
      <w:r w:rsidR="00FF7B44" w:rsidRPr="00DE068F">
        <w:t>General Plastic a.s.,</w:t>
      </w:r>
      <w:r w:rsidR="008430BB" w:rsidRPr="00DE068F">
        <w:t xml:space="preserve"> </w:t>
      </w:r>
      <w:r w:rsidR="00FF7B44" w:rsidRPr="00DE068F">
        <w:t>Priemyselný areál 3677, 946 03 Kolárovo, Slovakia</w:t>
      </w:r>
      <w:r w:rsidR="008430BB" w:rsidRPr="00DE068F">
        <w:rPr>
          <w:lang w:val="en-IE"/>
        </w:rPr>
        <w:t>.</w:t>
      </w:r>
    </w:p>
    <w:p w14:paraId="23D73E52" w14:textId="1A7B1E9C" w:rsidR="0060746D" w:rsidRPr="00DE068F" w:rsidRDefault="0060746D" w:rsidP="009B3DBA">
      <w:pPr>
        <w:pStyle w:val="NumPar1"/>
      </w:pPr>
      <w:r w:rsidRPr="00DE068F">
        <w:t xml:space="preserve">The authorisation holder shall provide </w:t>
      </w:r>
      <w:r w:rsidR="00E13B08" w:rsidRPr="00DE068F">
        <w:t xml:space="preserve">a copy of </w:t>
      </w:r>
      <w:r w:rsidRPr="00DE068F">
        <w:t xml:space="preserve">this </w:t>
      </w:r>
      <w:r w:rsidR="003313B4" w:rsidRPr="00DE068F">
        <w:t>D</w:t>
      </w:r>
      <w:r w:rsidRPr="00DE068F">
        <w:t>ecision</w:t>
      </w:r>
      <w:r w:rsidR="00414E3D" w:rsidRPr="00DE068F">
        <w:t xml:space="preserve"> </w:t>
      </w:r>
      <w:r w:rsidRPr="00DE068F">
        <w:t xml:space="preserve">to all recyclers applying this process under </w:t>
      </w:r>
      <w:r w:rsidR="00750574" w:rsidRPr="00DE068F">
        <w:t xml:space="preserve">its </w:t>
      </w:r>
      <w:r w:rsidRPr="00DE068F">
        <w:t>license</w:t>
      </w:r>
      <w:r w:rsidR="00AD19FA" w:rsidRPr="00DE068F">
        <w:t>.</w:t>
      </w:r>
    </w:p>
    <w:p w14:paraId="0D8DF5BD" w14:textId="2FE0E0F5" w:rsidR="0060746D" w:rsidRPr="00DE068F" w:rsidRDefault="0060746D" w:rsidP="00916649">
      <w:pPr>
        <w:pStyle w:val="Titrearticle"/>
      </w:pPr>
      <w:r w:rsidRPr="00DE068F">
        <w:t>Article 3</w:t>
      </w:r>
      <w:r w:rsidR="00916649">
        <w:br/>
      </w:r>
      <w:r w:rsidR="002B2323" w:rsidRPr="00DE068F">
        <w:t>R</w:t>
      </w:r>
      <w:r w:rsidRPr="00DE068F">
        <w:t xml:space="preserve">equirements </w:t>
      </w:r>
      <w:r w:rsidR="002B2323" w:rsidRPr="00DE068F">
        <w:t>for</w:t>
      </w:r>
      <w:r w:rsidRPr="00DE068F">
        <w:t xml:space="preserve"> the use of </w:t>
      </w:r>
      <w:r w:rsidR="00F53847" w:rsidRPr="00DE068F">
        <w:t xml:space="preserve">the </w:t>
      </w:r>
      <w:r w:rsidR="00EF40E8" w:rsidRPr="00DE068F">
        <w:t xml:space="preserve">authorised </w:t>
      </w:r>
      <w:r w:rsidR="00F53847" w:rsidRPr="00DE068F">
        <w:t>recycling process</w:t>
      </w:r>
      <w:r w:rsidRPr="00DE068F">
        <w:t xml:space="preserve"> </w:t>
      </w:r>
    </w:p>
    <w:p w14:paraId="1A1916E0" w14:textId="647CB848" w:rsidR="0060746D" w:rsidRPr="00DE068F" w:rsidRDefault="0060746D" w:rsidP="009B3DBA">
      <w:pPr>
        <w:pStyle w:val="NumPar1"/>
        <w:numPr>
          <w:ilvl w:val="0"/>
          <w:numId w:val="28"/>
        </w:numPr>
      </w:pPr>
      <w:r w:rsidRPr="00DE068F">
        <w:t xml:space="preserve">The pre-processing </w:t>
      </w:r>
      <w:r w:rsidR="00DA1614" w:rsidRPr="00DE068F">
        <w:t xml:space="preserve">operations shall ensure </w:t>
      </w:r>
      <w:r w:rsidRPr="00DE068F">
        <w:t xml:space="preserve">that the </w:t>
      </w:r>
      <w:r w:rsidR="00177623" w:rsidRPr="00DE068F">
        <w:t xml:space="preserve">plastic </w:t>
      </w:r>
      <w:r w:rsidRPr="00DE068F">
        <w:t>input</w:t>
      </w:r>
      <w:r w:rsidR="00DA1614" w:rsidRPr="00DE068F">
        <w:t xml:space="preserve"> </w:t>
      </w:r>
      <w:r w:rsidR="00AD19FA" w:rsidRPr="00DE068F">
        <w:t xml:space="preserve">is collected and sorted in accordance </w:t>
      </w:r>
      <w:r w:rsidR="006B057E" w:rsidRPr="00DE068F">
        <w:t>with</w:t>
      </w:r>
      <w:r w:rsidR="008F3B13" w:rsidRPr="00DE068F">
        <w:t xml:space="preserve"> </w:t>
      </w:r>
      <w:r w:rsidRPr="00DE068F">
        <w:t>Article 6 of Regulation (EU) 2022/1616 and</w:t>
      </w:r>
      <w:r w:rsidR="00AD19FA" w:rsidRPr="00DE068F">
        <w:t xml:space="preserve"> complies</w:t>
      </w:r>
      <w:r w:rsidRPr="00DE068F">
        <w:t xml:space="preserve"> </w:t>
      </w:r>
      <w:r w:rsidR="008F3B13" w:rsidRPr="00DE068F">
        <w:t xml:space="preserve">with the specification set out </w:t>
      </w:r>
      <w:r w:rsidR="006C653B" w:rsidRPr="00DE068F">
        <w:t xml:space="preserve">in </w:t>
      </w:r>
      <w:r w:rsidR="008F3B13" w:rsidRPr="00DE068F">
        <w:t>column 5</w:t>
      </w:r>
      <w:r w:rsidR="00AD19FA" w:rsidRPr="00DE068F">
        <w:t xml:space="preserve"> of row 1 of Table 1</w:t>
      </w:r>
      <w:r w:rsidR="008F3B13" w:rsidRPr="00DE068F">
        <w:t xml:space="preserve"> of </w:t>
      </w:r>
      <w:r w:rsidRPr="00DE068F">
        <w:t>Annex I thereto.</w:t>
      </w:r>
    </w:p>
    <w:p w14:paraId="31E0F48B" w14:textId="6BF2E40C" w:rsidR="00DA1614" w:rsidRPr="00DE068F" w:rsidRDefault="00DA1614" w:rsidP="009B3DBA">
      <w:pPr>
        <w:pStyle w:val="NumPar1"/>
      </w:pPr>
      <w:r w:rsidRPr="00DE068F">
        <w:t xml:space="preserve">The decontamination operations shall be configured and operated </w:t>
      </w:r>
      <w:r w:rsidR="00981049" w:rsidRPr="00DE068F">
        <w:t xml:space="preserve">in </w:t>
      </w:r>
      <w:r w:rsidRPr="00DE068F">
        <w:t>such</w:t>
      </w:r>
      <w:r w:rsidR="00981049" w:rsidRPr="00DE068F">
        <w:t xml:space="preserve"> a way</w:t>
      </w:r>
      <w:r w:rsidRPr="00DE068F">
        <w:t xml:space="preserve"> that </w:t>
      </w:r>
      <w:r w:rsidR="00810587" w:rsidRPr="00DE068F">
        <w:t>they correspond</w:t>
      </w:r>
      <w:r w:rsidRPr="00DE068F">
        <w:t xml:space="preserve"> to the process described in the subsection ‘Decontamination and production of recycled PET material’ of Chapter 3 of the opinion</w:t>
      </w:r>
      <w:r w:rsidRPr="00916649">
        <w:rPr>
          <w:vertAlign w:val="superscript"/>
        </w:rPr>
        <w:t>3</w:t>
      </w:r>
      <w:r w:rsidRPr="00DE068F">
        <w:t xml:space="preserve">, and the equipment used </w:t>
      </w:r>
      <w:r w:rsidR="00D42F74" w:rsidRPr="00DE068F">
        <w:t xml:space="preserve">to construct an installation based on the process </w:t>
      </w:r>
      <w:r w:rsidRPr="00DE068F">
        <w:t>shall correspond to the</w:t>
      </w:r>
      <w:r w:rsidR="00810587" w:rsidRPr="00DE068F">
        <w:t xml:space="preserve"> detailed</w:t>
      </w:r>
      <w:r w:rsidRPr="00DE068F">
        <w:t xml:space="preserve"> description provided in the application. </w:t>
      </w:r>
    </w:p>
    <w:p w14:paraId="63C3E034" w14:textId="6E2FC92D" w:rsidR="00776B9E" w:rsidRPr="00DE068F" w:rsidRDefault="005A2F12" w:rsidP="009B3DBA">
      <w:pPr>
        <w:pStyle w:val="NumPar1"/>
      </w:pPr>
      <w:r w:rsidRPr="00DE068F">
        <w:t xml:space="preserve">The post-processing may be configured or applied differently from the description in the application </w:t>
      </w:r>
      <w:r w:rsidR="00F05549" w:rsidRPr="00DE068F">
        <w:t xml:space="preserve">provided that the obligations set out </w:t>
      </w:r>
      <w:r w:rsidR="008F3B13" w:rsidRPr="00DE068F">
        <w:t>Article 8 of Regulation (EU) 2022/1616</w:t>
      </w:r>
      <w:r w:rsidR="00F05549" w:rsidRPr="00DE068F">
        <w:t xml:space="preserve"> are complied with</w:t>
      </w:r>
      <w:r w:rsidRPr="00DE068F">
        <w:t>.</w:t>
      </w:r>
    </w:p>
    <w:p w14:paraId="2D5E2EF4" w14:textId="67DBB5D3" w:rsidR="00810587" w:rsidRPr="00916649" w:rsidRDefault="0060746D" w:rsidP="00916649">
      <w:pPr>
        <w:pStyle w:val="Titrearticle"/>
      </w:pPr>
      <w:r w:rsidRPr="00DE068F">
        <w:t>Article 4</w:t>
      </w:r>
      <w:r w:rsidR="00916649">
        <w:br/>
      </w:r>
      <w:r w:rsidR="00D42F74" w:rsidRPr="00DE068F">
        <w:t xml:space="preserve">Operating </w:t>
      </w:r>
      <w:r w:rsidR="00250A2A" w:rsidRPr="00DE068F">
        <w:t>c</w:t>
      </w:r>
      <w:r w:rsidR="00D42F74" w:rsidRPr="00DE068F">
        <w:t>onditions</w:t>
      </w:r>
      <w:r w:rsidR="00674975" w:rsidRPr="00DE068F">
        <w:t xml:space="preserve"> applicable to the </w:t>
      </w:r>
      <w:r w:rsidR="00EF40E8" w:rsidRPr="00DE068F">
        <w:t xml:space="preserve">authorised </w:t>
      </w:r>
      <w:r w:rsidR="00674975" w:rsidRPr="00DE068F">
        <w:t>recycling process</w:t>
      </w:r>
      <w:r w:rsidR="00C27311" w:rsidRPr="00DE068F">
        <w:t xml:space="preserve"> </w:t>
      </w:r>
    </w:p>
    <w:p w14:paraId="1E45CB1A" w14:textId="3C0CD658" w:rsidR="0060746D" w:rsidRPr="00DE068F" w:rsidRDefault="00D42F74" w:rsidP="00D42F74">
      <w:r w:rsidRPr="00DE068F">
        <w:t>T</w:t>
      </w:r>
      <w:r w:rsidR="0060746D" w:rsidRPr="00DE068F">
        <w:t xml:space="preserve">he decontamination </w:t>
      </w:r>
      <w:r w:rsidRPr="00DE068F">
        <w:t xml:space="preserve">operations </w:t>
      </w:r>
      <w:r w:rsidR="0060746D" w:rsidRPr="00DE068F">
        <w:t>shall be</w:t>
      </w:r>
      <w:r w:rsidRPr="00DE068F">
        <w:t xml:space="preserve"> </w:t>
      </w:r>
      <w:r w:rsidR="0060746D" w:rsidRPr="00DE068F">
        <w:t xml:space="preserve">controlled to ensure that each critical step </w:t>
      </w:r>
      <w:r w:rsidR="00846D95" w:rsidRPr="00DE068F">
        <w:t xml:space="preserve">described </w:t>
      </w:r>
      <w:r w:rsidR="00CB2FD4" w:rsidRPr="00DE068F">
        <w:t xml:space="preserve">in the opinion </w:t>
      </w:r>
      <w:r w:rsidR="0060746D" w:rsidRPr="00DE068F">
        <w:t>operates under conditions at least as severe as the conditions defined for the challenge test</w:t>
      </w:r>
      <w:r w:rsidR="002E2E9E" w:rsidRPr="00DE068F">
        <w:t xml:space="preserve"> as described in</w:t>
      </w:r>
      <w:r w:rsidR="00A8271C" w:rsidRPr="00DE068F">
        <w:t xml:space="preserve"> Annex C to</w:t>
      </w:r>
      <w:r w:rsidR="002E2E9E" w:rsidRPr="00DE068F">
        <w:t xml:space="preserve"> the </w:t>
      </w:r>
      <w:r w:rsidR="00091B08" w:rsidRPr="00DE068F">
        <w:t>opinion</w:t>
      </w:r>
      <w:r w:rsidR="00EF40E8" w:rsidRPr="00DE068F">
        <w:t>.</w:t>
      </w:r>
    </w:p>
    <w:p w14:paraId="558D7CF5" w14:textId="31821CB8" w:rsidR="0060746D" w:rsidRPr="00DE068F" w:rsidRDefault="00674975" w:rsidP="00674975">
      <w:pPr>
        <w:pStyle w:val="Titrearticle"/>
      </w:pPr>
      <w:r w:rsidRPr="00DE068F">
        <w:t>Article 5</w:t>
      </w:r>
      <w:r w:rsidRPr="00DE068F">
        <w:br/>
      </w:r>
      <w:r w:rsidR="00250A2A" w:rsidRPr="00DE068F">
        <w:t>A</w:t>
      </w:r>
      <w:r w:rsidRPr="00DE068F">
        <w:t xml:space="preserve">uthorised use of recycled plastic manufactured with the </w:t>
      </w:r>
      <w:r w:rsidR="00EF40E8" w:rsidRPr="00DE068F">
        <w:t xml:space="preserve">authorised </w:t>
      </w:r>
      <w:r w:rsidRPr="00DE068F">
        <w:t>recycling process</w:t>
      </w:r>
    </w:p>
    <w:p w14:paraId="75DEC3F3" w14:textId="77777777" w:rsidR="00E07F87" w:rsidRPr="008C3ECF" w:rsidRDefault="00E07F87" w:rsidP="00E07F87">
      <w:pPr>
        <w:rPr>
          <w:color w:val="000000" w:themeColor="text1"/>
          <w:sz w:val="22"/>
        </w:rPr>
      </w:pPr>
      <w:bookmarkStart w:id="8" w:name="_Hlk185237670"/>
      <w:r w:rsidRPr="008C3ECF">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7E1038A2" w14:textId="77777777" w:rsidR="00E07F87" w:rsidRPr="00E054FA" w:rsidRDefault="00E07F87" w:rsidP="00E07F87">
      <w:pPr>
        <w:rPr>
          <w:color w:val="000000" w:themeColor="text1"/>
        </w:rPr>
      </w:pPr>
      <w:r w:rsidRPr="008C3ECF">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420E7AD7" w14:textId="77777777" w:rsidR="00E07F87" w:rsidRPr="00E07F87" w:rsidRDefault="00674975" w:rsidP="00E07F87">
      <w:pPr>
        <w:pStyle w:val="Titrearticle"/>
        <w:rPr>
          <w:color w:val="000000" w:themeColor="text1"/>
        </w:rPr>
      </w:pPr>
      <w:r w:rsidRPr="00DE068F">
        <w:t>Article 6</w:t>
      </w:r>
      <w:r w:rsidR="00EF40E8" w:rsidRPr="00DE068F">
        <w:br/>
      </w:r>
      <w:bookmarkStart w:id="9" w:name="_Hlk185240993"/>
      <w:bookmarkStart w:id="10" w:name="_Hlk185239250"/>
      <w:r w:rsidR="00E07F87" w:rsidRPr="008C3ECF">
        <w:rPr>
          <w:color w:val="000000" w:themeColor="text1"/>
        </w:rPr>
        <w:t>Declaration of compliance and labelling</w:t>
      </w:r>
    </w:p>
    <w:p w14:paraId="408B7062" w14:textId="77777777" w:rsidR="00E07F87" w:rsidRPr="008C3ECF" w:rsidRDefault="00E07F87" w:rsidP="00E07F87">
      <w:pPr>
        <w:rPr>
          <w:color w:val="000000" w:themeColor="text1"/>
        </w:rPr>
      </w:pPr>
      <w:bookmarkStart w:id="11" w:name="_Hlk167195487"/>
      <w:bookmarkStart w:id="12" w:name="_Hlk167195299"/>
      <w:bookmarkStart w:id="13" w:name="_Hlk185237697"/>
      <w:r w:rsidRPr="008C3ECF">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8C3ECF">
        <w:rPr>
          <w:color w:val="000000" w:themeColor="text1"/>
        </w:rPr>
        <w:t>:</w:t>
      </w:r>
      <w:bookmarkEnd w:id="12"/>
    </w:p>
    <w:p w14:paraId="4063371E" w14:textId="77777777" w:rsidR="00E07F87" w:rsidRPr="008C3ECF" w:rsidRDefault="00E07F87" w:rsidP="00E07F87">
      <w:pPr>
        <w:pStyle w:val="Tiret1"/>
        <w:numPr>
          <w:ilvl w:val="0"/>
          <w:numId w:val="0"/>
        </w:numPr>
        <w:ind w:left="1417" w:hanging="567"/>
        <w:rPr>
          <w:color w:val="000000" w:themeColor="text1"/>
        </w:rPr>
      </w:pPr>
      <w:r w:rsidRPr="008C3ECF">
        <w:rPr>
          <w:color w:val="000000" w:themeColor="text1"/>
        </w:rPr>
        <w:lastRenderedPageBreak/>
        <w:t>(a)</w:t>
      </w:r>
      <w:r w:rsidRPr="008C3ECF">
        <w:rPr>
          <w:color w:val="000000" w:themeColor="text1"/>
        </w:rPr>
        <w:tab/>
        <w:t>the relevant instructions necessary for complying with Article 5;</w:t>
      </w:r>
    </w:p>
    <w:p w14:paraId="394659BC" w14:textId="77777777" w:rsidR="00E07F87" w:rsidRPr="00E054FA" w:rsidRDefault="00E07F87" w:rsidP="00E07F87">
      <w:pPr>
        <w:pStyle w:val="Tiret1"/>
        <w:numPr>
          <w:ilvl w:val="0"/>
          <w:numId w:val="0"/>
        </w:numPr>
        <w:ind w:left="1417" w:hanging="567"/>
        <w:rPr>
          <w:color w:val="000000" w:themeColor="text1"/>
        </w:rPr>
      </w:pPr>
      <w:r w:rsidRPr="008C3ECF">
        <w:rPr>
          <w:color w:val="000000" w:themeColor="text1"/>
        </w:rPr>
        <w:t>(b)</w:t>
      </w:r>
      <w:r w:rsidRPr="008C3ECF">
        <w:rPr>
          <w:color w:val="000000" w:themeColor="text1"/>
        </w:rPr>
        <w:tab/>
        <w:t>the instruction that a label with the statement ‘</w:t>
      </w:r>
      <w:r w:rsidRPr="008C3ECF">
        <w:rPr>
          <w:i/>
          <w:color w:val="000000" w:themeColor="text1"/>
        </w:rPr>
        <w:t>not for oven or microwave use</w:t>
      </w:r>
      <w:r w:rsidRPr="008C3ECF">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8C3ECF">
        <w:rPr>
          <w:color w:val="000000" w:themeColor="text1"/>
        </w:rPr>
        <w:t>.</w:t>
      </w:r>
    </w:p>
    <w:bookmarkEnd w:id="10"/>
    <w:bookmarkEnd w:id="13"/>
    <w:p w14:paraId="43243F1C" w14:textId="6521646B" w:rsidR="0060746D" w:rsidRPr="00916649" w:rsidRDefault="0060746D" w:rsidP="00916649">
      <w:pPr>
        <w:pStyle w:val="Titrearticle"/>
      </w:pPr>
      <w:r w:rsidRPr="00DE068F">
        <w:t xml:space="preserve">Article </w:t>
      </w:r>
      <w:r w:rsidR="00613CC3" w:rsidRPr="00DE068F">
        <w:t>7</w:t>
      </w:r>
      <w:r w:rsidR="00916649">
        <w:br/>
      </w:r>
      <w:r w:rsidRPr="00DE068F">
        <w:t>Addressee</w:t>
      </w:r>
    </w:p>
    <w:p w14:paraId="34AC646B" w14:textId="4E181774" w:rsidR="0060746D" w:rsidRPr="00DE068F" w:rsidRDefault="0060746D" w:rsidP="007A7599">
      <w:pPr>
        <w:rPr>
          <w:lang w:val="en-IE"/>
        </w:rPr>
      </w:pPr>
      <w:r w:rsidRPr="00DE068F">
        <w:t>This Decision is addressed to</w:t>
      </w:r>
      <w:r w:rsidR="00484C91" w:rsidRPr="00DE068F">
        <w:t xml:space="preserve"> </w:t>
      </w:r>
      <w:r w:rsidR="00FF7B44" w:rsidRPr="00DE068F">
        <w:t>General Plastic a.s.,</w:t>
      </w:r>
      <w:r w:rsidR="008430BB" w:rsidRPr="00DE068F">
        <w:t xml:space="preserve"> </w:t>
      </w:r>
      <w:r w:rsidR="00FF7B44" w:rsidRPr="00DE068F">
        <w:t>Priemyselný areál 3677, 946 03 Kolárovo, Slovakia</w:t>
      </w:r>
      <w:r w:rsidR="008430BB" w:rsidRPr="00DE068F">
        <w:rPr>
          <w:lang w:val="en-IE"/>
        </w:rPr>
        <w:t>.</w:t>
      </w:r>
    </w:p>
    <w:p w14:paraId="549535A9" w14:textId="24BB7AF0" w:rsidR="0060746D" w:rsidRPr="00DE068F" w:rsidRDefault="001855F4" w:rsidP="001855F4">
      <w:pPr>
        <w:pStyle w:val="Fait"/>
      </w:pPr>
      <w:r w:rsidRPr="001855F4">
        <w:t>Done at Brussels,</w:t>
      </w:r>
    </w:p>
    <w:p w14:paraId="7B387799" w14:textId="77777777" w:rsidR="0060746D" w:rsidRPr="00DE068F" w:rsidRDefault="0060746D" w:rsidP="0060746D">
      <w:pPr>
        <w:pStyle w:val="Institutionquisigne"/>
      </w:pPr>
      <w:r w:rsidRPr="00DE068F">
        <w:tab/>
        <w:t>For the Commission</w:t>
      </w:r>
    </w:p>
    <w:p w14:paraId="4051154E" w14:textId="6788050F" w:rsidR="0060746D" w:rsidRPr="00DE068F" w:rsidRDefault="0060746D" w:rsidP="0060746D">
      <w:pPr>
        <w:pStyle w:val="Personnequisigne"/>
      </w:pPr>
      <w:r w:rsidRPr="00DE068F">
        <w:tab/>
      </w:r>
      <w:r w:rsidR="00916649">
        <w:t>Olivér VÁRHELYI</w:t>
      </w:r>
    </w:p>
    <w:p w14:paraId="01AB1A65" w14:textId="5368D03C" w:rsidR="0060746D" w:rsidRDefault="0060746D" w:rsidP="0060746D">
      <w:pPr>
        <w:pStyle w:val="Personnequisigne"/>
      </w:pPr>
      <w:r w:rsidRPr="00DE068F">
        <w:tab/>
      </w:r>
      <w:r w:rsidR="006737C1" w:rsidRPr="00DE068F">
        <w:t>Member</w:t>
      </w:r>
      <w:r w:rsidRPr="00DE068F">
        <w:t xml:space="preserve"> of the Commission</w:t>
      </w:r>
    </w:p>
    <w:sectPr w:rsidR="0060746D" w:rsidSect="001855F4">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1EA33CBE" w:rsidR="00EF40E8" w:rsidRPr="001855F4" w:rsidRDefault="001855F4" w:rsidP="001855F4">
    <w:pPr>
      <w:pStyle w:val="Sidefod"/>
      <w:rPr>
        <w:rFonts w:ascii="Arial" w:hAnsi="Arial" w:cs="Arial"/>
        <w:b/>
        <w:sz w:val="48"/>
      </w:rPr>
    </w:pPr>
    <w:r w:rsidRPr="001855F4">
      <w:rPr>
        <w:rFonts w:ascii="Arial" w:hAnsi="Arial" w:cs="Arial"/>
        <w:b/>
        <w:sz w:val="48"/>
      </w:rPr>
      <w:t>EN</w:t>
    </w:r>
    <w:r w:rsidRPr="001855F4">
      <w:rPr>
        <w:rFonts w:ascii="Arial" w:hAnsi="Arial" w:cs="Arial"/>
        <w:b/>
        <w:sz w:val="48"/>
      </w:rPr>
      <w:tab/>
    </w:r>
    <w:r w:rsidRPr="001855F4">
      <w:rPr>
        <w:rFonts w:ascii="Arial" w:hAnsi="Arial" w:cs="Arial"/>
        <w:b/>
        <w:sz w:val="48"/>
      </w:rPr>
      <w:tab/>
    </w:r>
    <w:r w:rsidRPr="001855F4">
      <w:tab/>
    </w:r>
    <w:r w:rsidRPr="001855F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3C5FB09D" w:rsidR="00EF40E8" w:rsidRPr="001855F4" w:rsidRDefault="001855F4" w:rsidP="001855F4">
    <w:pPr>
      <w:pStyle w:val="Sidefod"/>
      <w:rPr>
        <w:rFonts w:ascii="Arial" w:hAnsi="Arial" w:cs="Arial"/>
        <w:b/>
        <w:sz w:val="48"/>
      </w:rPr>
    </w:pPr>
    <w:r w:rsidRPr="001855F4">
      <w:rPr>
        <w:rFonts w:ascii="Arial" w:hAnsi="Arial" w:cs="Arial"/>
        <w:b/>
        <w:sz w:val="48"/>
      </w:rPr>
      <w:t>EN</w:t>
    </w:r>
    <w:r w:rsidRPr="001855F4">
      <w:rPr>
        <w:rFonts w:ascii="Arial" w:hAnsi="Arial" w:cs="Arial"/>
        <w:b/>
        <w:sz w:val="48"/>
      </w:rPr>
      <w:tab/>
    </w:r>
    <w:r w:rsidRPr="001855F4">
      <w:rPr>
        <w:rFonts w:ascii="Arial" w:hAnsi="Arial" w:cs="Arial"/>
        <w:b/>
        <w:sz w:val="48"/>
      </w:rPr>
      <w:tab/>
    </w:r>
    <w:r w:rsidRPr="001855F4">
      <w:tab/>
    </w:r>
    <w:r w:rsidRPr="001855F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4BF61" w14:textId="77777777" w:rsidR="001855F4" w:rsidRPr="001855F4" w:rsidRDefault="001855F4" w:rsidP="001855F4">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AF74" w14:textId="77777777" w:rsidR="001855F4" w:rsidRPr="001855F4" w:rsidRDefault="001855F4" w:rsidP="001855F4">
    <w:pPr>
      <w:pStyle w:val="Sidefod"/>
      <w:rPr>
        <w:rFonts w:ascii="Arial" w:hAnsi="Arial" w:cs="Arial"/>
        <w:b/>
        <w:sz w:val="48"/>
      </w:rPr>
    </w:pPr>
    <w:r w:rsidRPr="001855F4">
      <w:rPr>
        <w:rFonts w:ascii="Arial" w:hAnsi="Arial" w:cs="Arial"/>
        <w:b/>
        <w:sz w:val="48"/>
      </w:rPr>
      <w:t>EN</w:t>
    </w:r>
    <w:r w:rsidRPr="001855F4">
      <w:rPr>
        <w:rFonts w:ascii="Arial" w:hAnsi="Arial" w:cs="Arial"/>
        <w:b/>
        <w:sz w:val="48"/>
      </w:rPr>
      <w:tab/>
    </w:r>
    <w:r w:rsidRPr="001855F4">
      <w:rPr>
        <w:rFonts w:ascii="Arial" w:hAnsi="Arial" w:cs="Arial"/>
        <w:b/>
        <w:sz w:val="48"/>
      </w:rPr>
      <w:tab/>
    </w:r>
    <w:r w:rsidRPr="001855F4">
      <w:tab/>
    </w:r>
    <w:r w:rsidRPr="001855F4">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64C8" w14:textId="5D151572" w:rsidR="001855F4" w:rsidRPr="001855F4" w:rsidRDefault="001855F4" w:rsidP="001855F4">
    <w:pPr>
      <w:pStyle w:val="Sidefod"/>
      <w:rPr>
        <w:rFonts w:ascii="Arial" w:hAnsi="Arial" w:cs="Arial"/>
        <w:b/>
        <w:sz w:val="48"/>
      </w:rPr>
    </w:pPr>
    <w:r w:rsidRPr="001855F4">
      <w:rPr>
        <w:rFonts w:ascii="Arial" w:hAnsi="Arial" w:cs="Arial"/>
        <w:b/>
        <w:sz w:val="48"/>
      </w:rPr>
      <w:t>EN</w:t>
    </w:r>
    <w:r w:rsidRPr="001855F4">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855F4">
      <w:tab/>
    </w:r>
    <w:r w:rsidRPr="001855F4">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1855F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300846F1" w:rsidR="00FB4AFA" w:rsidRDefault="00E21A1A" w:rsidP="0060746D">
      <w:pPr>
        <w:spacing w:before="0" w:after="0"/>
      </w:pPr>
      <w:r>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3FAA402A"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E07F87" w:rsidRPr="00C83527">
        <w:rPr>
          <w:lang w:val="en-IE"/>
        </w:rPr>
        <w:t xml:space="preserve">Commission Regulation (EU) No 2022/1616 of 15 September 2022 on recycled plastic materials and articles intended to come into contact with foods, and repealing Regulation (EC) No 282/2008 (OJ L 243 20.9.2022, </w:t>
      </w:r>
      <w:r w:rsidR="00E07F87">
        <w:rPr>
          <w:sz w:val="18"/>
          <w:szCs w:val="18"/>
        </w:rPr>
        <w:t>[3 pp.]</w:t>
      </w:r>
      <w:r w:rsidR="00E07F87" w:rsidRPr="00C83527">
        <w:rPr>
          <w:lang w:val="en-IE"/>
        </w:rPr>
        <w:t>), http://data.europa.eu/eli/reg/2022/1616/oj</w:t>
      </w:r>
      <w:r w:rsidR="00E07F87">
        <w:rPr>
          <w:lang w:val="en-IE"/>
        </w:rPr>
        <w:t>.</w:t>
      </w:r>
      <w:bookmarkEnd w:id="1"/>
    </w:p>
  </w:footnote>
  <w:footnote w:id="3">
    <w:p w14:paraId="1C293E5D" w14:textId="5DAFF468" w:rsidR="00250A2A" w:rsidRPr="00AE2E03" w:rsidRDefault="00250A2A" w:rsidP="00250A2A">
      <w:pPr>
        <w:pStyle w:val="Fodnotetekst"/>
      </w:pPr>
      <w:r w:rsidRPr="00CF0B78">
        <w:rPr>
          <w:rStyle w:val="Fodnotehenvisning"/>
        </w:rPr>
        <w:footnoteRef/>
      </w:r>
      <w:r w:rsidRPr="00CF0B78">
        <w:tab/>
      </w:r>
      <w:bookmarkStart w:id="2" w:name="_Hlk185238904"/>
      <w:r w:rsidR="00E07F87" w:rsidRPr="00803FAE">
        <w:t xml:space="preserve">Commission Regulation (EC) No 282/2008 of 27 March 2008 on recycled plastic materials and articles intended to come into contact with foods and amending Regulation (EC) No 2023/2006 (OJ L 86, </w:t>
      </w:r>
      <w:r w:rsidR="00E07F87" w:rsidRPr="004176CE">
        <w:t>28.3.200</w:t>
      </w:r>
      <w:r w:rsidR="00E07F87" w:rsidRPr="00D264A3">
        <w:t xml:space="preserve">8, </w:t>
      </w:r>
      <w:bookmarkStart w:id="3" w:name="_Hlk177553517"/>
      <w:r w:rsidR="00E07F87" w:rsidRPr="00D264A3">
        <w:t>[9 pp.]</w:t>
      </w:r>
      <w:bookmarkStart w:id="4" w:name="_Hlk177552659"/>
      <w:bookmarkEnd w:id="3"/>
      <w:r w:rsidR="00E07F87" w:rsidRPr="00D264A3">
        <w:t xml:space="preserve"> </w:t>
      </w:r>
      <w:hyperlink r:id="rId1" w:tooltip="Gives access to this document through its ELI URI." w:history="1">
        <w:r w:rsidR="00E07F87" w:rsidRPr="00D264A3">
          <w:rPr>
            <w:color w:val="000000"/>
            <w:lang w:val="en-IE"/>
          </w:rPr>
          <w:t>http://data.europa.eu/eli/reg/2008/282/oj</w:t>
        </w:r>
      </w:hyperlink>
      <w:r w:rsidR="00E07F87" w:rsidRPr="00D264A3">
        <w:rPr>
          <w:color w:val="000000"/>
          <w:lang w:val="en-IE"/>
        </w:rPr>
        <w:t>.</w:t>
      </w:r>
      <w:bookmarkEnd w:id="2"/>
      <w:bookmarkEnd w:id="4"/>
    </w:p>
  </w:footnote>
  <w:footnote w:id="4">
    <w:p w14:paraId="7AA12AB2" w14:textId="4240320B" w:rsidR="0060746D" w:rsidRPr="00F30F18" w:rsidRDefault="0060746D" w:rsidP="008C3ECF">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FF7B44" w:rsidRPr="008430BB">
        <w:rPr>
          <w:sz w:val="20"/>
          <w:szCs w:val="20"/>
        </w:rPr>
        <w:t>2018. Scientific Opinion on the safety assessment of the process ‘General Plastic’, based on Starlinger Decon techno</w:t>
      </w:r>
      <w:r w:rsidR="00FF7B44" w:rsidRPr="008C3ECF">
        <w:rPr>
          <w:color w:val="000000"/>
          <w:sz w:val="20"/>
          <w:szCs w:val="20"/>
          <w:lang w:val="en-IE"/>
        </w:rPr>
        <w:t>logy, used to recycle post-consumer PET into food contact materials. EFSA Journal 2018;16 (8):5388, 12 pp.</w:t>
      </w:r>
      <w:r w:rsidR="00E12695" w:rsidRPr="008C3ECF" w:rsidDel="006072C8">
        <w:rPr>
          <w:color w:val="000000"/>
          <w:sz w:val="20"/>
          <w:szCs w:val="20"/>
          <w:lang w:val="en-IE"/>
        </w:rPr>
        <w:t xml:space="preserve"> </w:t>
      </w:r>
      <w:r w:rsidR="00E07F87" w:rsidRPr="008C3ECF">
        <w:rPr>
          <w:color w:val="000000"/>
          <w:sz w:val="20"/>
          <w:szCs w:val="20"/>
          <w:lang w:val="en-IE"/>
        </w:rPr>
        <w:t>https://doi.org/10.2903/j.efsa.2018.5388</w:t>
      </w:r>
      <w:r w:rsidR="00E07F87">
        <w:rPr>
          <w:color w:val="000000"/>
          <w:sz w:val="20"/>
          <w:szCs w:val="20"/>
          <w:lang w:val="en-IE"/>
        </w:rPr>
        <w:t>.</w:t>
      </w:r>
    </w:p>
  </w:footnote>
  <w:footnote w:id="5">
    <w:p w14:paraId="29FC21F5" w14:textId="5F80B556" w:rsidR="007B078B" w:rsidRPr="00092D43" w:rsidRDefault="007B078B" w:rsidP="007B078B">
      <w:pPr>
        <w:pStyle w:val="Fodnotetekst"/>
      </w:pPr>
      <w:r>
        <w:rPr>
          <w:rStyle w:val="Fodnotehenvisning"/>
        </w:rPr>
        <w:footnoteRef/>
      </w:r>
      <w:r w:rsidRPr="00092D43">
        <w:tab/>
      </w:r>
      <w:bookmarkStart w:id="5" w:name="_Hlk185237461"/>
      <w:r w:rsidR="00E07F87" w:rsidRPr="00092D43">
        <w:t xml:space="preserve">Regulation (EC) No 1935/2004 of the European Parliament and of the Council of 27 October 2004 on materials and articles intended to come into contact with food and repealing Directives 80/590/EEC and 89/109/EEC </w:t>
      </w:r>
      <w:r w:rsidR="00E07F87">
        <w:t>(</w:t>
      </w:r>
      <w:r w:rsidR="00E07F87" w:rsidRPr="00092D43">
        <w:t xml:space="preserve">OJ L 338, 13.11.2004, </w:t>
      </w:r>
      <w:r w:rsidR="00E07F87">
        <w:rPr>
          <w:sz w:val="18"/>
          <w:szCs w:val="18"/>
        </w:rPr>
        <w:t>[4 pp.]</w:t>
      </w:r>
      <w:r w:rsidR="00E07F87">
        <w:t>)</w:t>
      </w:r>
      <w:bookmarkStart w:id="6" w:name="_Hlk177552244"/>
      <w:r w:rsidR="00E07F87">
        <w:t xml:space="preserve"> </w:t>
      </w:r>
      <w:bookmarkStart w:id="7" w:name="_Hlk177552942"/>
      <w:r w:rsidR="00E07F87">
        <w:fldChar w:fldCharType="begin"/>
      </w:r>
      <w:r w:rsidR="00E07F87">
        <w:instrText>HYPERLINK "http://data.europa.eu/eli/reg/2004/1935/oj" \o "Gives access to this document through its ELI URI."</w:instrText>
      </w:r>
      <w:r w:rsidR="00E07F87">
        <w:fldChar w:fldCharType="separate"/>
      </w:r>
      <w:r w:rsidR="00E07F87" w:rsidRPr="0060011B">
        <w:t>http://data.europa.eu/eli/reg/2004/1935/oj</w:t>
      </w:r>
      <w:r w:rsidR="00E07F87">
        <w:fldChar w:fldCharType="end"/>
      </w:r>
      <w:bookmarkEnd w:id="6"/>
      <w:bookmarkEnd w:id="7"/>
      <w:r w:rsidR="00E07F87">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16356A05" w:rsidR="00EF40E8" w:rsidRPr="001855F4" w:rsidRDefault="00EF40E8" w:rsidP="001855F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4CACF14A" w:rsidR="00EF40E8" w:rsidRPr="001855F4" w:rsidRDefault="00EF40E8" w:rsidP="001855F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C24F0" w14:textId="77777777" w:rsidR="001855F4" w:rsidRPr="001855F4" w:rsidRDefault="001855F4" w:rsidP="001855F4">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648E7" w14:textId="77777777" w:rsidR="001855F4" w:rsidRPr="001855F4" w:rsidRDefault="001855F4" w:rsidP="001855F4">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1BB5C" w14:textId="77777777" w:rsidR="001855F4" w:rsidRPr="001855F4" w:rsidRDefault="001855F4" w:rsidP="001855F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309D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825D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B1A52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70FF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6C3D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367C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E0248036"/>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num>
  <w:num w:numId="29">
    <w:abstractNumId w:val="4"/>
  </w:num>
  <w:num w:numId="30">
    <w:abstractNumId w:val="8"/>
  </w:num>
  <w:num w:numId="31">
    <w:abstractNumId w:val="3"/>
  </w:num>
  <w:num w:numId="32">
    <w:abstractNumId w:val="2"/>
  </w:num>
  <w:num w:numId="33">
    <w:abstractNumId w:val="1"/>
  </w:num>
  <w:num w:numId="34">
    <w:abstractNumId w:val="0"/>
  </w:num>
  <w:num w:numId="35">
    <w:abstractNumId w:val="8"/>
  </w:num>
  <w:num w:numId="36">
    <w:abstractNumId w:val="3"/>
  </w:num>
  <w:num w:numId="37">
    <w:abstractNumId w:val="2"/>
  </w:num>
  <w:num w:numId="38">
    <w:abstractNumId w:val="1"/>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FAC9D114-BC44-4691-8ECD-5BDD40ECBC49"/>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7?General Plastic\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267FA"/>
    <w:rsid w:val="00137111"/>
    <w:rsid w:val="0015610F"/>
    <w:rsid w:val="00162EF7"/>
    <w:rsid w:val="00166586"/>
    <w:rsid w:val="001706E5"/>
    <w:rsid w:val="00170989"/>
    <w:rsid w:val="00171F32"/>
    <w:rsid w:val="00177623"/>
    <w:rsid w:val="001855F4"/>
    <w:rsid w:val="00197613"/>
    <w:rsid w:val="001A7EBE"/>
    <w:rsid w:val="001B459F"/>
    <w:rsid w:val="001B4FEA"/>
    <w:rsid w:val="001C7EFD"/>
    <w:rsid w:val="001D22D2"/>
    <w:rsid w:val="001E4BB8"/>
    <w:rsid w:val="001F51F9"/>
    <w:rsid w:val="00200D30"/>
    <w:rsid w:val="002148D5"/>
    <w:rsid w:val="00231F7B"/>
    <w:rsid w:val="00233DC7"/>
    <w:rsid w:val="00247779"/>
    <w:rsid w:val="00250A2A"/>
    <w:rsid w:val="0027592F"/>
    <w:rsid w:val="00285BEE"/>
    <w:rsid w:val="00287B68"/>
    <w:rsid w:val="0029533F"/>
    <w:rsid w:val="0029660D"/>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29D4"/>
    <w:rsid w:val="00533326"/>
    <w:rsid w:val="005631B4"/>
    <w:rsid w:val="00564552"/>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C7CFE"/>
    <w:rsid w:val="005D1229"/>
    <w:rsid w:val="005E4688"/>
    <w:rsid w:val="005F1199"/>
    <w:rsid w:val="005F1597"/>
    <w:rsid w:val="005F2935"/>
    <w:rsid w:val="005F44CF"/>
    <w:rsid w:val="00603726"/>
    <w:rsid w:val="006072C8"/>
    <w:rsid w:val="0060746D"/>
    <w:rsid w:val="00610E87"/>
    <w:rsid w:val="00613CC3"/>
    <w:rsid w:val="006359F1"/>
    <w:rsid w:val="00642ECD"/>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A7599"/>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30BB"/>
    <w:rsid w:val="00846D95"/>
    <w:rsid w:val="00846DD6"/>
    <w:rsid w:val="008517BB"/>
    <w:rsid w:val="00874D22"/>
    <w:rsid w:val="008826F3"/>
    <w:rsid w:val="00890AF0"/>
    <w:rsid w:val="0089692C"/>
    <w:rsid w:val="008A2914"/>
    <w:rsid w:val="008A2A52"/>
    <w:rsid w:val="008A5A9B"/>
    <w:rsid w:val="008B0835"/>
    <w:rsid w:val="008B6F3F"/>
    <w:rsid w:val="008C3ECF"/>
    <w:rsid w:val="008D0C2C"/>
    <w:rsid w:val="008E16F0"/>
    <w:rsid w:val="008E2E67"/>
    <w:rsid w:val="008E4D8E"/>
    <w:rsid w:val="008F3B13"/>
    <w:rsid w:val="009071BD"/>
    <w:rsid w:val="00916649"/>
    <w:rsid w:val="009168AC"/>
    <w:rsid w:val="009206BC"/>
    <w:rsid w:val="00923477"/>
    <w:rsid w:val="00952B40"/>
    <w:rsid w:val="00970DB4"/>
    <w:rsid w:val="00981049"/>
    <w:rsid w:val="00985F51"/>
    <w:rsid w:val="00992BD1"/>
    <w:rsid w:val="009A79F2"/>
    <w:rsid w:val="009B3DBA"/>
    <w:rsid w:val="009C4719"/>
    <w:rsid w:val="009D087D"/>
    <w:rsid w:val="009D0CD8"/>
    <w:rsid w:val="009E310C"/>
    <w:rsid w:val="009E63F7"/>
    <w:rsid w:val="00A07791"/>
    <w:rsid w:val="00A12D82"/>
    <w:rsid w:val="00A13CF6"/>
    <w:rsid w:val="00A25A0C"/>
    <w:rsid w:val="00A30399"/>
    <w:rsid w:val="00A55179"/>
    <w:rsid w:val="00A8271C"/>
    <w:rsid w:val="00A8310D"/>
    <w:rsid w:val="00A9325F"/>
    <w:rsid w:val="00AA22DD"/>
    <w:rsid w:val="00AA2B1D"/>
    <w:rsid w:val="00AA3540"/>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93B3F"/>
    <w:rsid w:val="00BC507D"/>
    <w:rsid w:val="00BC667A"/>
    <w:rsid w:val="00BE1F8B"/>
    <w:rsid w:val="00BF68C8"/>
    <w:rsid w:val="00C00F39"/>
    <w:rsid w:val="00C12301"/>
    <w:rsid w:val="00C12C26"/>
    <w:rsid w:val="00C1368B"/>
    <w:rsid w:val="00C145CA"/>
    <w:rsid w:val="00C27311"/>
    <w:rsid w:val="00C54464"/>
    <w:rsid w:val="00C72583"/>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3881"/>
    <w:rsid w:val="00D2517B"/>
    <w:rsid w:val="00D36453"/>
    <w:rsid w:val="00D369FE"/>
    <w:rsid w:val="00D371E7"/>
    <w:rsid w:val="00D42F74"/>
    <w:rsid w:val="00D60CEF"/>
    <w:rsid w:val="00D70526"/>
    <w:rsid w:val="00D74539"/>
    <w:rsid w:val="00D80E51"/>
    <w:rsid w:val="00D94AEA"/>
    <w:rsid w:val="00DA0C94"/>
    <w:rsid w:val="00DA1614"/>
    <w:rsid w:val="00DA69C8"/>
    <w:rsid w:val="00DB727B"/>
    <w:rsid w:val="00DD5A70"/>
    <w:rsid w:val="00DE00A9"/>
    <w:rsid w:val="00DE0610"/>
    <w:rsid w:val="00DE068F"/>
    <w:rsid w:val="00DE3D4C"/>
    <w:rsid w:val="00DE590F"/>
    <w:rsid w:val="00DF4ED7"/>
    <w:rsid w:val="00DF7A96"/>
    <w:rsid w:val="00E01254"/>
    <w:rsid w:val="00E0471C"/>
    <w:rsid w:val="00E07F87"/>
    <w:rsid w:val="00E12695"/>
    <w:rsid w:val="00E13B08"/>
    <w:rsid w:val="00E21A1A"/>
    <w:rsid w:val="00E257DA"/>
    <w:rsid w:val="00E27ED1"/>
    <w:rsid w:val="00E30711"/>
    <w:rsid w:val="00E3755E"/>
    <w:rsid w:val="00E4104F"/>
    <w:rsid w:val="00E47DAC"/>
    <w:rsid w:val="00E52681"/>
    <w:rsid w:val="00E578A6"/>
    <w:rsid w:val="00E61118"/>
    <w:rsid w:val="00E66E99"/>
    <w:rsid w:val="00E66FCA"/>
    <w:rsid w:val="00E70705"/>
    <w:rsid w:val="00E804D9"/>
    <w:rsid w:val="00E83765"/>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1855F4"/>
    <w:pPr>
      <w:tabs>
        <w:tab w:val="center" w:pos="4535"/>
        <w:tab w:val="right" w:pos="9071"/>
      </w:tabs>
      <w:spacing w:before="0"/>
    </w:pPr>
  </w:style>
  <w:style w:type="character" w:customStyle="1" w:styleId="SidehovedTegn">
    <w:name w:val="Sidehoved Tegn"/>
    <w:basedOn w:val="Standardskrifttypeiafsnit"/>
    <w:link w:val="Sidehoved"/>
    <w:uiPriority w:val="99"/>
    <w:rsid w:val="001855F4"/>
    <w:rPr>
      <w:rFonts w:ascii="Times New Roman" w:hAnsi="Times New Roman" w:cs="Times New Roman"/>
      <w:sz w:val="24"/>
      <w:lang w:val="en-GB"/>
    </w:rPr>
  </w:style>
  <w:style w:type="paragraph" w:styleId="Sidefod">
    <w:name w:val="footer"/>
    <w:basedOn w:val="Normal"/>
    <w:link w:val="SidefodTegn"/>
    <w:uiPriority w:val="99"/>
    <w:unhideWhenUsed/>
    <w:rsid w:val="001855F4"/>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1855F4"/>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855F4"/>
    <w:pPr>
      <w:tabs>
        <w:tab w:val="center" w:pos="7285"/>
        <w:tab w:val="right" w:pos="14003"/>
      </w:tabs>
      <w:spacing w:before="0"/>
    </w:pPr>
  </w:style>
  <w:style w:type="paragraph" w:customStyle="1" w:styleId="FooterLandscape">
    <w:name w:val="FooterLandscape"/>
    <w:basedOn w:val="Normal"/>
    <w:rsid w:val="001855F4"/>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1855F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855F4"/>
    <w:pPr>
      <w:spacing w:before="0"/>
      <w:jc w:val="right"/>
    </w:pPr>
    <w:rPr>
      <w:sz w:val="28"/>
    </w:rPr>
  </w:style>
  <w:style w:type="paragraph" w:customStyle="1" w:styleId="FooterSensitivity">
    <w:name w:val="Footer Sensitivity"/>
    <w:basedOn w:val="Normal"/>
    <w:rsid w:val="001855F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C1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518352182">
      <w:bodyDiv w:val="1"/>
      <w:marLeft w:val="0"/>
      <w:marRight w:val="0"/>
      <w:marTop w:val="0"/>
      <w:marBottom w:val="0"/>
      <w:divBdr>
        <w:top w:val="none" w:sz="0" w:space="0" w:color="auto"/>
        <w:left w:val="none" w:sz="0" w:space="0" w:color="auto"/>
        <w:bottom w:val="none" w:sz="0" w:space="0" w:color="auto"/>
        <w:right w:val="none" w:sz="0" w:space="0" w:color="auto"/>
      </w:divBdr>
    </w:div>
    <w:div w:id="133021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441DFE14-A118-447F-A792-E96FD5BD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1282</Words>
  <Characters>6988</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2025-03-28T12:28:00Z</dcterms:created>
  <dcterms:modified xsi:type="dcterms:W3CDTF">2025-03-28T12:28:00Z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